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4997EECD" w:rsidR="00662344" w:rsidRPr="008303F6" w:rsidRDefault="00F8076C" w:rsidP="00F165BD">
      <w:pPr>
        <w:pStyle w:val="Title"/>
      </w:pPr>
      <w:r>
        <w:t>F1 – Moral and Ethical Issues</w:t>
      </w:r>
    </w:p>
    <w:p w14:paraId="1A38F193" w14:textId="10351B74" w:rsidR="00662344" w:rsidRPr="008303F6" w:rsidRDefault="00662344" w:rsidP="00F165BD">
      <w:pPr>
        <w:pStyle w:val="Title"/>
      </w:pPr>
      <w:r w:rsidRPr="008303F6">
        <w:t>Class Tasks</w:t>
      </w:r>
    </w:p>
    <w:p w14:paraId="483A44C9" w14:textId="09016987" w:rsidR="00662344" w:rsidRPr="008303F6" w:rsidRDefault="00193740" w:rsidP="00F165BD">
      <w:pPr>
        <w:pStyle w:val="Title"/>
      </w:pPr>
      <w:r w:rsidRPr="008303F6">
        <w:t>MARK SCHEME</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280BC0FA" w14:textId="61526C79" w:rsidR="001F514D" w:rsidRPr="008303F6" w:rsidRDefault="001F514D" w:rsidP="001F514D">
      <w:pPr>
        <w:pStyle w:val="Heading1"/>
      </w:pPr>
      <w:r w:rsidRPr="008303F6">
        <w:lastRenderedPageBreak/>
        <w:t xml:space="preserve">Class Task </w:t>
      </w:r>
      <w:r w:rsidR="00370222">
        <w:t>1</w:t>
      </w:r>
      <w:r w:rsidRPr="008303F6">
        <w:t xml:space="preserve"> –</w:t>
      </w:r>
      <w:r w:rsidR="00370222">
        <w:t xml:space="preserve"> Privacy and</w:t>
      </w:r>
      <w:r w:rsidRPr="008303F6">
        <w:t xml:space="preserve"> </w:t>
      </w:r>
      <w:r w:rsidR="00B46C7F">
        <w:t>Workplace Monitoring</w:t>
      </w:r>
    </w:p>
    <w:p w14:paraId="6B6ECA53" w14:textId="77777777" w:rsidR="00BB626F" w:rsidRPr="008303F6" w:rsidRDefault="00BB626F" w:rsidP="00BB626F"/>
    <w:p w14:paraId="7DD19A2A" w14:textId="36DC398D" w:rsidR="00662344" w:rsidRPr="008303F6" w:rsidRDefault="00752EE3" w:rsidP="003B45C1">
      <w:pPr>
        <w:pStyle w:val="Heading2"/>
      </w:pPr>
      <w:r w:rsidRPr="008303F6">
        <w:t>Question</w:t>
      </w:r>
      <w:r w:rsidR="00662344" w:rsidRPr="008303F6">
        <w:t xml:space="preserve"> </w:t>
      </w:r>
      <w:r w:rsidR="00542DE9">
        <w:t>1</w:t>
      </w:r>
      <w:r w:rsidR="009C30DB" w:rsidRPr="008303F6">
        <w:t>.1</w:t>
      </w:r>
      <w:r w:rsidR="00662344" w:rsidRPr="008303F6">
        <w:t xml:space="preserve"> </w:t>
      </w:r>
    </w:p>
    <w:p w14:paraId="5DDA4413" w14:textId="77777777" w:rsidR="005E0F97" w:rsidRPr="008303F6" w:rsidRDefault="005E0F97" w:rsidP="005E0F97"/>
    <w:p w14:paraId="29A03C40" w14:textId="72CCC47B" w:rsidR="00F60738" w:rsidRPr="008303F6" w:rsidRDefault="00542DE9" w:rsidP="00F60738">
      <w:r>
        <w:t>What is data privacy</w:t>
      </w:r>
      <w:r w:rsidR="00F60738" w:rsidRPr="008303F6">
        <w:t>? (</w:t>
      </w:r>
      <w:r w:rsidR="0056103C">
        <w:rPr>
          <w:b/>
          <w:bCs/>
          <w:i/>
          <w:iCs/>
        </w:rPr>
        <w:t>2</w:t>
      </w:r>
      <w:r w:rsidR="00F60738" w:rsidRPr="008303F6">
        <w:rPr>
          <w:b/>
          <w:bCs/>
          <w:i/>
          <w:iCs/>
        </w:rPr>
        <w:t xml:space="preserve"> mark</w:t>
      </w:r>
      <w:r w:rsidR="0056103C">
        <w:rPr>
          <w:b/>
          <w:bCs/>
          <w:i/>
          <w:iCs/>
        </w:rPr>
        <w:t>s</w:t>
      </w:r>
      <w:r w:rsidR="00F60738" w:rsidRPr="008303F6">
        <w:t>)</w:t>
      </w:r>
    </w:p>
    <w:p w14:paraId="03343214" w14:textId="77777777" w:rsidR="00F60738" w:rsidRPr="008303F6" w:rsidRDefault="00F60738" w:rsidP="00F60738">
      <w:r w:rsidRPr="008303F6">
        <w:rPr>
          <w:noProof/>
        </w:rPr>
        <mc:AlternateContent>
          <mc:Choice Requires="wps">
            <w:drawing>
              <wp:anchor distT="0" distB="0" distL="114300" distR="114300" simplePos="0" relativeHeight="251658242" behindDoc="0" locked="0" layoutInCell="1" allowOverlap="1" wp14:anchorId="2645E576" wp14:editId="0D8E2235">
                <wp:simplePos x="0" y="0"/>
                <wp:positionH relativeFrom="column">
                  <wp:posOffset>-307521</wp:posOffset>
                </wp:positionH>
                <wp:positionV relativeFrom="paragraph">
                  <wp:posOffset>70031</wp:posOffset>
                </wp:positionV>
                <wp:extent cx="6064509" cy="1563008"/>
                <wp:effectExtent l="19050" t="19050" r="12700" b="18415"/>
                <wp:wrapNone/>
                <wp:docPr id="270913573" name="Rectangle: Rounded Corners 1"/>
                <wp:cNvGraphicFramePr/>
                <a:graphic xmlns:a="http://schemas.openxmlformats.org/drawingml/2006/main">
                  <a:graphicData uri="http://schemas.microsoft.com/office/word/2010/wordprocessingShape">
                    <wps:wsp>
                      <wps:cNvSpPr/>
                      <wps:spPr>
                        <a:xfrm>
                          <a:off x="0" y="0"/>
                          <a:ext cx="6064509" cy="1563008"/>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CF0BE9" id="Rectangle: Rounded Corners 1" o:spid="_x0000_s1026" style="position:absolute;margin-left:-24.2pt;margin-top:5.5pt;width:477.5pt;height:123.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" filled="f" strokecolor="windowText" strokeweight="2.25pt">
                <v:stroke joinstyle="miter"/>
              </v:roundrect>
            </w:pict>
          </mc:Fallback>
        </mc:AlternateContent>
      </w:r>
    </w:p>
    <w:p w14:paraId="63AA0711" w14:textId="779525D1" w:rsidR="00542DE9" w:rsidRDefault="00542DE9" w:rsidP="00542DE9">
      <w:r>
        <w:t xml:space="preserve">It is </w:t>
      </w:r>
      <w:r w:rsidRPr="00542DE9">
        <w:t>respecting a person’s right to determine how their data is handled by organisations or other individuals</w:t>
      </w:r>
      <w:r>
        <w:t>.</w:t>
      </w:r>
    </w:p>
    <w:p w14:paraId="4FBED9E7" w14:textId="3AC37610" w:rsidR="00542DE9" w:rsidRPr="00542DE9" w:rsidRDefault="00542DE9" w:rsidP="00542DE9">
      <w:r>
        <w:t>It is protecting your data from unauthorised access, use, misuse or disclosure.</w:t>
      </w:r>
    </w:p>
    <w:p w14:paraId="2F6C6240" w14:textId="041994EB" w:rsidR="008971C5" w:rsidRPr="008303F6" w:rsidRDefault="008971C5" w:rsidP="008971C5">
      <w:pPr>
        <w:rPr>
          <w:b/>
          <w:bCs/>
          <w:i/>
          <w:iCs/>
        </w:rPr>
      </w:pPr>
      <w:r w:rsidRPr="008303F6">
        <w:rPr>
          <w:b/>
          <w:bCs/>
          <w:i/>
          <w:iCs/>
        </w:rPr>
        <w:t xml:space="preserve">Accept any other reasonable </w:t>
      </w:r>
      <w:r w:rsidR="002D56F6">
        <w:rPr>
          <w:b/>
          <w:bCs/>
          <w:i/>
          <w:iCs/>
        </w:rPr>
        <w:t>response</w:t>
      </w:r>
      <w:r w:rsidRPr="008303F6">
        <w:rPr>
          <w:b/>
          <w:bCs/>
          <w:i/>
          <w:iCs/>
        </w:rPr>
        <w:t>.</w:t>
      </w:r>
    </w:p>
    <w:p w14:paraId="34840FD2" w14:textId="77777777" w:rsidR="007F4C6B" w:rsidRPr="008303F6" w:rsidRDefault="007F4C6B" w:rsidP="00F60738"/>
    <w:p w14:paraId="76D8BA29" w14:textId="77777777" w:rsidR="007F4C6B" w:rsidRPr="008303F6" w:rsidRDefault="007F4C6B" w:rsidP="00F60738"/>
    <w:p w14:paraId="251EB657" w14:textId="77777777" w:rsidR="00F60738" w:rsidRPr="008303F6" w:rsidRDefault="00F60738" w:rsidP="00F60738"/>
    <w:p w14:paraId="51572197" w14:textId="77777777" w:rsidR="00E50BEE" w:rsidRPr="008303F6" w:rsidRDefault="00E50BEE" w:rsidP="003B45C1"/>
    <w:p w14:paraId="26AC10CD" w14:textId="2DA7D587" w:rsidR="0097000B" w:rsidRPr="008303F6" w:rsidRDefault="0097000B" w:rsidP="003B45C1">
      <w:pPr>
        <w:pStyle w:val="Heading2"/>
      </w:pPr>
      <w:r w:rsidRPr="008303F6">
        <w:t xml:space="preserve">Question </w:t>
      </w:r>
      <w:r w:rsidR="00542DE9">
        <w:t>1</w:t>
      </w:r>
      <w:r w:rsidRPr="008303F6">
        <w:t xml:space="preserve">.2 </w:t>
      </w:r>
    </w:p>
    <w:p w14:paraId="4DACC31C" w14:textId="7E5DF107" w:rsidR="000E333F" w:rsidRPr="008303F6" w:rsidRDefault="000E333F" w:rsidP="003B45C1"/>
    <w:p w14:paraId="71F07038" w14:textId="216C7A91" w:rsidR="00CE1567" w:rsidRPr="008303F6" w:rsidRDefault="000E151E" w:rsidP="00951F78">
      <w:r>
        <w:t xml:space="preserve">Name any </w:t>
      </w:r>
      <w:r w:rsidR="00157494" w:rsidRPr="00157494">
        <w:rPr>
          <w:b/>
          <w:bCs/>
          <w:i/>
          <w:iCs/>
        </w:rPr>
        <w:t>TWO</w:t>
      </w:r>
      <w:r>
        <w:t xml:space="preserve"> </w:t>
      </w:r>
      <w:r w:rsidR="00542DE9">
        <w:t>ethical issues an organisation may encounter in trying to keep your data private</w:t>
      </w:r>
      <w:r w:rsidR="007F6218" w:rsidRPr="008303F6">
        <w:t xml:space="preserve"> (</w:t>
      </w:r>
      <w:r w:rsidR="007F6218" w:rsidRPr="008303F6">
        <w:rPr>
          <w:b/>
          <w:bCs/>
        </w:rPr>
        <w:t>2 marks</w:t>
      </w:r>
      <w:r w:rsidR="007F6218" w:rsidRPr="008303F6">
        <w:t>)</w:t>
      </w:r>
    </w:p>
    <w:p w14:paraId="25D58071" w14:textId="730FBE78" w:rsidR="00CE1567" w:rsidRPr="008303F6" w:rsidRDefault="00951F78" w:rsidP="003B45C1">
      <w:r w:rsidRPr="008303F6">
        <w:rPr>
          <w:noProof/>
        </w:rPr>
        <mc:AlternateContent>
          <mc:Choice Requires="wps">
            <w:drawing>
              <wp:anchor distT="0" distB="0" distL="114300" distR="114300" simplePos="0" relativeHeight="251658241" behindDoc="0" locked="0" layoutInCell="1" allowOverlap="1" wp14:anchorId="275D8C8F" wp14:editId="13A46348">
                <wp:simplePos x="0" y="0"/>
                <wp:positionH relativeFrom="column">
                  <wp:posOffset>-240030</wp:posOffset>
                </wp:positionH>
                <wp:positionV relativeFrom="paragraph">
                  <wp:posOffset>334010</wp:posOffset>
                </wp:positionV>
                <wp:extent cx="6176924" cy="2106930"/>
                <wp:effectExtent l="19050" t="19050" r="14605" b="26670"/>
                <wp:wrapNone/>
                <wp:docPr id="654075083" name="Rectangle: Rounded Corners 1"/>
                <wp:cNvGraphicFramePr/>
                <a:graphic xmlns:a="http://schemas.openxmlformats.org/drawingml/2006/main">
                  <a:graphicData uri="http://schemas.microsoft.com/office/word/2010/wordprocessingShape">
                    <wps:wsp>
                      <wps:cNvSpPr/>
                      <wps:spPr>
                        <a:xfrm>
                          <a:off x="0" y="0"/>
                          <a:ext cx="6176924" cy="2106930"/>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E6E531" id="Rectangle: Rounded Corners 1" o:spid="_x0000_s1026" style="position:absolute;margin-left:-18.9pt;margin-top:26.3pt;width:486.35pt;height:165.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" filled="f" strokecolor="black [3213]" strokeweight="2.25pt">
                <v:stroke joinstyle="miter"/>
              </v:roundrect>
            </w:pict>
          </mc:Fallback>
        </mc:AlternateContent>
      </w:r>
    </w:p>
    <w:p w14:paraId="33F9B094" w14:textId="77777777" w:rsidR="007F6218" w:rsidRPr="008303F6" w:rsidRDefault="007F6218" w:rsidP="003B45C1"/>
    <w:p w14:paraId="690BBBB7" w14:textId="5C4E14DF" w:rsidR="00040529" w:rsidRPr="00040529" w:rsidRDefault="00542DE9" w:rsidP="005B0FFE">
      <w:r>
        <w:t xml:space="preserve">The organisation may not know the wishes of the individual </w:t>
      </w:r>
      <w:r w:rsidR="005B0FFE">
        <w:t>(1)</w:t>
      </w:r>
    </w:p>
    <w:p w14:paraId="022D58D7" w14:textId="726261E2" w:rsidR="00040529" w:rsidRPr="00040529" w:rsidRDefault="00542DE9" w:rsidP="005B0FFE">
      <w:r w:rsidRPr="00542DE9">
        <w:t>The individual’s wishes might contradict laws or regulations</w:t>
      </w:r>
      <w:r w:rsidR="00040529" w:rsidRPr="00040529">
        <w:t>.</w:t>
      </w:r>
      <w:r w:rsidR="005B0FFE">
        <w:t xml:space="preserve"> (1)</w:t>
      </w:r>
    </w:p>
    <w:p w14:paraId="25F6849E" w14:textId="291A78AF" w:rsidR="002D56F6" w:rsidRPr="002D56F6" w:rsidRDefault="00542DE9" w:rsidP="005B0FFE">
      <w:r>
        <w:t>Two individuals may have different wishes</w:t>
      </w:r>
      <w:r w:rsidR="00040529" w:rsidRPr="00040529">
        <w:t>.</w:t>
      </w:r>
      <w:r w:rsidR="005B0FFE">
        <w:t xml:space="preserve"> (1)</w:t>
      </w:r>
    </w:p>
    <w:p w14:paraId="17DCA013" w14:textId="77777777" w:rsidR="005B0FFE" w:rsidRDefault="005B0FFE" w:rsidP="002D56F6">
      <w:pPr>
        <w:rPr>
          <w:b/>
          <w:bCs/>
          <w:i/>
          <w:iCs/>
        </w:rPr>
      </w:pPr>
    </w:p>
    <w:p w14:paraId="1C962C42" w14:textId="055728B7" w:rsidR="002D56F6" w:rsidRPr="008303F6" w:rsidRDefault="002D56F6" w:rsidP="002D56F6">
      <w:pPr>
        <w:rPr>
          <w:b/>
          <w:bCs/>
          <w:i/>
          <w:iCs/>
        </w:rPr>
      </w:pPr>
      <w:r w:rsidRPr="008303F6">
        <w:rPr>
          <w:b/>
          <w:bCs/>
          <w:i/>
          <w:iCs/>
        </w:rPr>
        <w:t xml:space="preserve">Accept any other reasonable </w:t>
      </w:r>
      <w:r>
        <w:rPr>
          <w:b/>
          <w:bCs/>
          <w:i/>
          <w:iCs/>
        </w:rPr>
        <w:t>response</w:t>
      </w:r>
      <w:r w:rsidRPr="008303F6">
        <w:rPr>
          <w:b/>
          <w:bCs/>
          <w:i/>
          <w:iCs/>
        </w:rPr>
        <w:t>.</w:t>
      </w:r>
    </w:p>
    <w:p w14:paraId="2D1F15DB" w14:textId="77777777" w:rsidR="00040529" w:rsidRPr="00040529" w:rsidRDefault="00040529" w:rsidP="002D56F6"/>
    <w:p w14:paraId="07D9B1B2" w14:textId="68503B9C" w:rsidR="00DC0D54" w:rsidRPr="008303F6" w:rsidRDefault="00DC0D54" w:rsidP="003B45C1">
      <w:pPr>
        <w:rPr>
          <w:rFonts w:eastAsiaTheme="majorEastAsia" w:cstheme="majorBidi"/>
          <w:color w:val="2F5496" w:themeColor="accent1" w:themeShade="BF"/>
          <w:sz w:val="26"/>
          <w:szCs w:val="26"/>
        </w:rPr>
      </w:pPr>
      <w:r w:rsidRPr="008303F6">
        <w:br w:type="page"/>
      </w:r>
    </w:p>
    <w:p w14:paraId="379ADB5C" w14:textId="06C5A3BB" w:rsidR="00542DE9" w:rsidRPr="008303F6" w:rsidRDefault="00542DE9" w:rsidP="00542DE9">
      <w:pPr>
        <w:pStyle w:val="Heading2"/>
      </w:pPr>
      <w:r w:rsidRPr="008303F6">
        <w:lastRenderedPageBreak/>
        <w:t xml:space="preserve">Question </w:t>
      </w:r>
      <w:r>
        <w:t>1</w:t>
      </w:r>
      <w:r w:rsidRPr="008303F6">
        <w:t>.</w:t>
      </w:r>
      <w:r>
        <w:t>3</w:t>
      </w:r>
      <w:r w:rsidRPr="008303F6">
        <w:t xml:space="preserve"> </w:t>
      </w:r>
    </w:p>
    <w:p w14:paraId="4ADE19E9" w14:textId="77777777" w:rsidR="00542DE9" w:rsidRPr="008303F6" w:rsidRDefault="00542DE9" w:rsidP="00542DE9"/>
    <w:p w14:paraId="4594D00B" w14:textId="7C4AFE5B" w:rsidR="00542DE9" w:rsidRPr="008303F6" w:rsidRDefault="00542DE9" w:rsidP="00542DE9">
      <w:r>
        <w:t xml:space="preserve">Name any </w:t>
      </w:r>
      <w:r w:rsidRPr="00542DE9">
        <w:rPr>
          <w:b/>
          <w:bCs/>
          <w:i/>
          <w:iCs/>
        </w:rPr>
        <w:t>TWO</w:t>
      </w:r>
      <w:r>
        <w:t xml:space="preserve"> pieces of UK legislation that are concerned with data privacy</w:t>
      </w:r>
      <w:r w:rsidRPr="008303F6">
        <w:t>? (</w:t>
      </w:r>
      <w:r>
        <w:rPr>
          <w:b/>
          <w:bCs/>
          <w:i/>
          <w:iCs/>
        </w:rPr>
        <w:t>2</w:t>
      </w:r>
      <w:r w:rsidRPr="008303F6">
        <w:rPr>
          <w:b/>
          <w:bCs/>
          <w:i/>
          <w:iCs/>
        </w:rPr>
        <w:t xml:space="preserve"> mark</w:t>
      </w:r>
      <w:r>
        <w:rPr>
          <w:b/>
          <w:bCs/>
          <w:i/>
          <w:iCs/>
        </w:rPr>
        <w:t>s</w:t>
      </w:r>
      <w:r w:rsidRPr="008303F6">
        <w:t>)</w:t>
      </w:r>
    </w:p>
    <w:p w14:paraId="78FE0C03" w14:textId="77777777" w:rsidR="00542DE9" w:rsidRPr="008303F6" w:rsidRDefault="00542DE9" w:rsidP="00542DE9">
      <w:r w:rsidRPr="008303F6">
        <w:rPr>
          <w:noProof/>
        </w:rPr>
        <mc:AlternateContent>
          <mc:Choice Requires="wps">
            <w:drawing>
              <wp:anchor distT="0" distB="0" distL="114300" distR="114300" simplePos="0" relativeHeight="251677735" behindDoc="0" locked="0" layoutInCell="1" allowOverlap="1" wp14:anchorId="00C645BE" wp14:editId="516D5FE3">
                <wp:simplePos x="0" y="0"/>
                <wp:positionH relativeFrom="column">
                  <wp:posOffset>-307521</wp:posOffset>
                </wp:positionH>
                <wp:positionV relativeFrom="paragraph">
                  <wp:posOffset>72209</wp:posOffset>
                </wp:positionV>
                <wp:extent cx="6064509" cy="1599292"/>
                <wp:effectExtent l="19050" t="19050" r="12700" b="20320"/>
                <wp:wrapNone/>
                <wp:docPr id="1046969415" name="Rectangle: Rounded Corners 1"/>
                <wp:cNvGraphicFramePr/>
                <a:graphic xmlns:a="http://schemas.openxmlformats.org/drawingml/2006/main">
                  <a:graphicData uri="http://schemas.microsoft.com/office/word/2010/wordprocessingShape">
                    <wps:wsp>
                      <wps:cNvSpPr/>
                      <wps:spPr>
                        <a:xfrm>
                          <a:off x="0" y="0"/>
                          <a:ext cx="6064509" cy="1599292"/>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40FAF3" id="Rectangle: Rounded Corners 1" o:spid="_x0000_s1026" style="position:absolute;margin-left:-24.2pt;margin-top:5.7pt;width:477.5pt;height:125.95pt;z-index:2516777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" filled="f" strokecolor="windowText" strokeweight="2.25pt">
                <v:stroke joinstyle="miter"/>
              </v:roundrect>
            </w:pict>
          </mc:Fallback>
        </mc:AlternateContent>
      </w:r>
    </w:p>
    <w:p w14:paraId="451FBD02" w14:textId="764062B1" w:rsidR="00542DE9" w:rsidRDefault="00542DE9">
      <w:pPr>
        <w:pStyle w:val="ListParagraph"/>
        <w:numPr>
          <w:ilvl w:val="0"/>
          <w:numId w:val="4"/>
        </w:numPr>
      </w:pPr>
      <w:r>
        <w:t>General Data Protection Regulation (GDPR)</w:t>
      </w:r>
    </w:p>
    <w:p w14:paraId="6DA2E18C" w14:textId="2C3C4EDA" w:rsidR="00542DE9" w:rsidRDefault="00244F8E">
      <w:pPr>
        <w:pStyle w:val="ListParagraph"/>
        <w:numPr>
          <w:ilvl w:val="0"/>
          <w:numId w:val="4"/>
        </w:numPr>
      </w:pPr>
      <w:r>
        <w:t>Computer Misuse Act (CMA)</w:t>
      </w:r>
    </w:p>
    <w:p w14:paraId="1CB3A050" w14:textId="7A82B6E7" w:rsidR="00542DE9" w:rsidRDefault="00244F8E">
      <w:pPr>
        <w:pStyle w:val="ListParagraph"/>
        <w:numPr>
          <w:ilvl w:val="0"/>
          <w:numId w:val="4"/>
        </w:numPr>
      </w:pPr>
      <w:r>
        <w:t>Telecommunications Act (TCA)</w:t>
      </w:r>
    </w:p>
    <w:p w14:paraId="3989F432" w14:textId="77777777" w:rsidR="00542DE9" w:rsidRPr="008303F6" w:rsidRDefault="00542DE9" w:rsidP="00542DE9">
      <w:pPr>
        <w:rPr>
          <w:b/>
          <w:bCs/>
          <w:i/>
          <w:iCs/>
        </w:rPr>
      </w:pPr>
      <w:r w:rsidRPr="008303F6">
        <w:rPr>
          <w:b/>
          <w:bCs/>
          <w:i/>
          <w:iCs/>
        </w:rPr>
        <w:t xml:space="preserve">Accept any other reasonable </w:t>
      </w:r>
      <w:r>
        <w:rPr>
          <w:b/>
          <w:bCs/>
          <w:i/>
          <w:iCs/>
        </w:rPr>
        <w:t>response</w:t>
      </w:r>
      <w:r w:rsidRPr="008303F6">
        <w:rPr>
          <w:b/>
          <w:bCs/>
          <w:i/>
          <w:iCs/>
        </w:rPr>
        <w:t>.</w:t>
      </w:r>
    </w:p>
    <w:p w14:paraId="7C69F136" w14:textId="77777777" w:rsidR="00542DE9" w:rsidRPr="008303F6" w:rsidRDefault="00542DE9" w:rsidP="00542DE9"/>
    <w:p w14:paraId="075796A9" w14:textId="77777777" w:rsidR="00542DE9" w:rsidRPr="008303F6" w:rsidRDefault="00542DE9" w:rsidP="00542DE9"/>
    <w:p w14:paraId="463B968E" w14:textId="77777777" w:rsidR="00542DE9" w:rsidRPr="008303F6" w:rsidRDefault="00542DE9" w:rsidP="00542DE9"/>
    <w:p w14:paraId="770B9229" w14:textId="77777777" w:rsidR="00542DE9" w:rsidRPr="008303F6" w:rsidRDefault="00542DE9" w:rsidP="00542DE9"/>
    <w:p w14:paraId="11F3212A" w14:textId="617AEB36" w:rsidR="00542DE9" w:rsidRPr="008303F6" w:rsidRDefault="00542DE9" w:rsidP="00542DE9">
      <w:pPr>
        <w:pStyle w:val="Heading2"/>
      </w:pPr>
      <w:r w:rsidRPr="008303F6">
        <w:t xml:space="preserve">Question </w:t>
      </w:r>
      <w:r>
        <w:t>1.4</w:t>
      </w:r>
      <w:r w:rsidRPr="008303F6">
        <w:t xml:space="preserve"> </w:t>
      </w:r>
    </w:p>
    <w:p w14:paraId="4F00952D" w14:textId="1C72D3E0" w:rsidR="00542DE9" w:rsidRPr="00516B9A" w:rsidRDefault="00542DE9" w:rsidP="00542DE9">
      <w:pPr>
        <w:pStyle w:val="Heading2"/>
        <w:rPr>
          <w:lang w:val="fr-FR"/>
        </w:rPr>
      </w:pPr>
      <w:r w:rsidRPr="00516B9A">
        <w:rPr>
          <w:lang w:val="fr-FR"/>
        </w:rPr>
        <w:t xml:space="preserve">Question </w:t>
      </w:r>
      <w:r w:rsidR="00244F8E" w:rsidRPr="00516B9A">
        <w:rPr>
          <w:lang w:val="fr-FR"/>
        </w:rPr>
        <w:t>1.5</w:t>
      </w:r>
      <w:r w:rsidRPr="00516B9A">
        <w:rPr>
          <w:lang w:val="fr-FR"/>
        </w:rPr>
        <w:t xml:space="preserve"> </w:t>
      </w:r>
    </w:p>
    <w:p w14:paraId="42F840D2" w14:textId="1BBB57D0" w:rsidR="00542DE9" w:rsidRPr="00516B9A" w:rsidRDefault="00542DE9" w:rsidP="00542DE9">
      <w:pPr>
        <w:pStyle w:val="Heading2"/>
        <w:rPr>
          <w:lang w:val="fr-FR"/>
        </w:rPr>
      </w:pPr>
      <w:r w:rsidRPr="00516B9A">
        <w:rPr>
          <w:lang w:val="fr-FR"/>
        </w:rPr>
        <w:t xml:space="preserve">Question </w:t>
      </w:r>
      <w:r w:rsidR="00EB5C9E" w:rsidRPr="00516B9A">
        <w:rPr>
          <w:lang w:val="fr-FR"/>
        </w:rPr>
        <w:t>1.6</w:t>
      </w:r>
      <w:r w:rsidRPr="00516B9A">
        <w:rPr>
          <w:lang w:val="fr-FR"/>
        </w:rPr>
        <w:t xml:space="preserve"> </w:t>
      </w:r>
    </w:p>
    <w:p w14:paraId="671F1337" w14:textId="2AD4A7BC" w:rsidR="00542DE9" w:rsidRPr="00516B9A" w:rsidRDefault="00542DE9" w:rsidP="00542DE9">
      <w:pPr>
        <w:pStyle w:val="Heading2"/>
        <w:rPr>
          <w:lang w:val="fr-FR"/>
        </w:rPr>
      </w:pPr>
      <w:r w:rsidRPr="00516B9A">
        <w:rPr>
          <w:lang w:val="fr-FR"/>
        </w:rPr>
        <w:t xml:space="preserve">Question </w:t>
      </w:r>
      <w:r w:rsidR="00EB5C9E" w:rsidRPr="00516B9A">
        <w:rPr>
          <w:lang w:val="fr-FR"/>
        </w:rPr>
        <w:t>1.7</w:t>
      </w:r>
      <w:r w:rsidRPr="00516B9A">
        <w:rPr>
          <w:lang w:val="fr-FR"/>
        </w:rPr>
        <w:t xml:space="preserve"> </w:t>
      </w:r>
    </w:p>
    <w:p w14:paraId="7B068708" w14:textId="734B55F5" w:rsidR="00346F36" w:rsidRPr="00516B9A" w:rsidRDefault="00346F36" w:rsidP="00346F36">
      <w:pPr>
        <w:pStyle w:val="Heading2"/>
        <w:rPr>
          <w:lang w:val="fr-FR"/>
        </w:rPr>
      </w:pPr>
      <w:r w:rsidRPr="00516B9A">
        <w:rPr>
          <w:lang w:val="fr-FR"/>
        </w:rPr>
        <w:t xml:space="preserve">Question </w:t>
      </w:r>
      <w:r w:rsidR="00EB5C9E" w:rsidRPr="00516B9A">
        <w:rPr>
          <w:lang w:val="fr-FR"/>
        </w:rPr>
        <w:t>1.8</w:t>
      </w:r>
    </w:p>
    <w:p w14:paraId="45F97BEE" w14:textId="731CD916" w:rsidR="00346F36" w:rsidRPr="00516B9A" w:rsidRDefault="00346F36" w:rsidP="00346F36">
      <w:pPr>
        <w:pStyle w:val="Heading2"/>
        <w:rPr>
          <w:lang w:val="fr-FR"/>
        </w:rPr>
      </w:pPr>
      <w:r w:rsidRPr="00516B9A">
        <w:rPr>
          <w:lang w:val="fr-FR"/>
        </w:rPr>
        <w:t xml:space="preserve">Question </w:t>
      </w:r>
      <w:r w:rsidR="00EB5C9E" w:rsidRPr="00516B9A">
        <w:rPr>
          <w:lang w:val="fr-FR"/>
        </w:rPr>
        <w:t>1.9</w:t>
      </w:r>
    </w:p>
    <w:p w14:paraId="5B11421B" w14:textId="60646EA6" w:rsidR="009D0735" w:rsidRPr="00516B9A" w:rsidRDefault="009D0735" w:rsidP="009D0735">
      <w:pPr>
        <w:pStyle w:val="Heading2"/>
        <w:rPr>
          <w:lang w:val="fr-FR"/>
        </w:rPr>
      </w:pPr>
      <w:r w:rsidRPr="00516B9A">
        <w:rPr>
          <w:lang w:val="fr-FR"/>
        </w:rPr>
        <w:t xml:space="preserve">Question </w:t>
      </w:r>
      <w:r w:rsidR="00EB5C9E" w:rsidRPr="00516B9A">
        <w:rPr>
          <w:lang w:val="fr-FR"/>
        </w:rPr>
        <w:t>1.10</w:t>
      </w:r>
    </w:p>
    <w:p w14:paraId="46D40A96" w14:textId="1550BC44" w:rsidR="009D0735" w:rsidRPr="00516B9A" w:rsidRDefault="009D0735" w:rsidP="009D0735">
      <w:pPr>
        <w:pStyle w:val="Heading2"/>
        <w:rPr>
          <w:lang w:val="fr-FR"/>
        </w:rPr>
      </w:pPr>
      <w:r w:rsidRPr="00516B9A">
        <w:rPr>
          <w:lang w:val="fr-FR"/>
        </w:rPr>
        <w:t xml:space="preserve">Question </w:t>
      </w:r>
      <w:r w:rsidR="00EB5C9E" w:rsidRPr="00516B9A">
        <w:rPr>
          <w:lang w:val="fr-FR"/>
        </w:rPr>
        <w:t>1.11</w:t>
      </w:r>
    </w:p>
    <w:p w14:paraId="6351A664" w14:textId="7749ECC7" w:rsidR="004F1C64" w:rsidRPr="00516B9A" w:rsidRDefault="004F1C64" w:rsidP="004F1C64">
      <w:pPr>
        <w:pStyle w:val="Heading2"/>
        <w:rPr>
          <w:lang w:val="fr-FR"/>
        </w:rPr>
      </w:pPr>
      <w:r w:rsidRPr="00516B9A">
        <w:rPr>
          <w:lang w:val="fr-FR"/>
        </w:rPr>
        <w:t xml:space="preserve">Question </w:t>
      </w:r>
      <w:r w:rsidR="00EB5C9E" w:rsidRPr="00516B9A">
        <w:rPr>
          <w:lang w:val="fr-FR"/>
        </w:rPr>
        <w:t>1.12</w:t>
      </w:r>
    </w:p>
    <w:p w14:paraId="304D3CEA" w14:textId="2D3CBB43" w:rsidR="004F1C64" w:rsidRPr="00516B9A" w:rsidRDefault="004F1C64" w:rsidP="004F1C64">
      <w:pPr>
        <w:pStyle w:val="Heading2"/>
        <w:rPr>
          <w:lang w:val="fr-FR"/>
        </w:rPr>
      </w:pPr>
      <w:r w:rsidRPr="00516B9A">
        <w:rPr>
          <w:lang w:val="fr-FR"/>
        </w:rPr>
        <w:t xml:space="preserve">Question </w:t>
      </w:r>
      <w:r w:rsidR="00EB5C9E" w:rsidRPr="00516B9A">
        <w:rPr>
          <w:lang w:val="fr-FR"/>
        </w:rPr>
        <w:t>1.13</w:t>
      </w:r>
    </w:p>
    <w:p w14:paraId="2CB54435" w14:textId="394445DF" w:rsidR="00E85A10" w:rsidRPr="00516B9A" w:rsidRDefault="00E85A10" w:rsidP="00E85A10">
      <w:pPr>
        <w:pStyle w:val="Heading2"/>
        <w:rPr>
          <w:lang w:val="fr-FR"/>
        </w:rPr>
      </w:pPr>
      <w:r w:rsidRPr="00516B9A">
        <w:rPr>
          <w:lang w:val="fr-FR"/>
        </w:rPr>
        <w:t xml:space="preserve">Question </w:t>
      </w:r>
      <w:r w:rsidR="00EB5C9E" w:rsidRPr="00516B9A">
        <w:rPr>
          <w:lang w:val="fr-FR"/>
        </w:rPr>
        <w:t>1.14</w:t>
      </w:r>
    </w:p>
    <w:p w14:paraId="41066F0F" w14:textId="77777777" w:rsidR="00E85A10" w:rsidRPr="00516B9A" w:rsidRDefault="00E85A10" w:rsidP="00E85A10">
      <w:pPr>
        <w:rPr>
          <w:lang w:val="fr-FR"/>
        </w:rPr>
      </w:pPr>
    </w:p>
    <w:p w14:paraId="11EBDC58" w14:textId="77777777" w:rsidR="00516B9A" w:rsidRDefault="00516B9A">
      <w:pPr>
        <w:rPr>
          <w:rFonts w:eastAsiaTheme="majorEastAsia" w:cstheme="minorHAnsi"/>
          <w:color w:val="2F5496" w:themeColor="accent1" w:themeShade="BF"/>
          <w:sz w:val="32"/>
          <w:szCs w:val="32"/>
          <w:lang w:val="fr-FR"/>
        </w:rPr>
      </w:pPr>
      <w:r>
        <w:rPr>
          <w:lang w:val="fr-FR"/>
        </w:rPr>
        <w:br w:type="page"/>
      </w:r>
    </w:p>
    <w:p w14:paraId="554419C4" w14:textId="22397936" w:rsidR="00370222" w:rsidRDefault="00370222" w:rsidP="00370222">
      <w:pPr>
        <w:pStyle w:val="Heading1"/>
      </w:pPr>
      <w:r w:rsidRPr="008303F6">
        <w:lastRenderedPageBreak/>
        <w:t xml:space="preserve">Class Task </w:t>
      </w:r>
      <w:r>
        <w:t>2</w:t>
      </w:r>
      <w:r w:rsidRPr="008303F6">
        <w:t xml:space="preserve"> – </w:t>
      </w:r>
      <w:r>
        <w:t>Ethical and Moral Issues</w:t>
      </w:r>
    </w:p>
    <w:p w14:paraId="1142863F" w14:textId="77777777" w:rsidR="00EB5C9E" w:rsidRPr="00EB5C9E" w:rsidRDefault="00EB5C9E" w:rsidP="00EB5C9E"/>
    <w:p w14:paraId="2BD4795F" w14:textId="4E80ECF4" w:rsidR="00EB5C9E" w:rsidRPr="008303F6" w:rsidRDefault="00EB5C9E" w:rsidP="00EB5C9E">
      <w:pPr>
        <w:pStyle w:val="Heading2"/>
      </w:pPr>
      <w:r w:rsidRPr="008303F6">
        <w:t xml:space="preserve">Question </w:t>
      </w:r>
      <w:r w:rsidR="00544AFE">
        <w:t>2</w:t>
      </w:r>
      <w:r w:rsidRPr="008303F6">
        <w:t xml:space="preserve">.1 </w:t>
      </w:r>
    </w:p>
    <w:p w14:paraId="1140FBD8" w14:textId="77777777" w:rsidR="00EB5C9E" w:rsidRPr="008303F6" w:rsidRDefault="00EB5C9E" w:rsidP="00EB5C9E"/>
    <w:p w14:paraId="2384CF96" w14:textId="77777777" w:rsidR="00EB5C9E" w:rsidRPr="008303F6" w:rsidRDefault="00EB5C9E" w:rsidP="00EB5C9E">
      <w:r>
        <w:t xml:space="preserve">Name any </w:t>
      </w:r>
      <w:r>
        <w:rPr>
          <w:b/>
          <w:bCs/>
          <w:i/>
          <w:iCs/>
        </w:rPr>
        <w:t xml:space="preserve">THREE </w:t>
      </w:r>
      <w:r>
        <w:t xml:space="preserve"> environmental impacts of technology</w:t>
      </w:r>
      <w:r w:rsidRPr="008303F6">
        <w:t xml:space="preserve"> (</w:t>
      </w:r>
      <w:r>
        <w:rPr>
          <w:b/>
          <w:bCs/>
        </w:rPr>
        <w:t>3</w:t>
      </w:r>
      <w:r w:rsidRPr="008303F6">
        <w:rPr>
          <w:b/>
          <w:bCs/>
        </w:rPr>
        <w:t xml:space="preserve"> marks</w:t>
      </w:r>
      <w:r w:rsidRPr="008303F6">
        <w:t>)</w:t>
      </w:r>
    </w:p>
    <w:p w14:paraId="391C7DD1" w14:textId="77777777" w:rsidR="00EB5C9E" w:rsidRPr="008303F6" w:rsidRDefault="00EB5C9E" w:rsidP="00EB5C9E">
      <w:r w:rsidRPr="008303F6">
        <w:rPr>
          <w:noProof/>
        </w:rPr>
        <mc:AlternateContent>
          <mc:Choice Requires="wps">
            <w:drawing>
              <wp:anchor distT="0" distB="0" distL="114300" distR="114300" simplePos="0" relativeHeight="251701287" behindDoc="0" locked="0" layoutInCell="1" allowOverlap="1" wp14:anchorId="43C58D53" wp14:editId="287E890A">
                <wp:simplePos x="0" y="0"/>
                <wp:positionH relativeFrom="column">
                  <wp:posOffset>-246239</wp:posOffset>
                </wp:positionH>
                <wp:positionV relativeFrom="paragraph">
                  <wp:posOffset>336127</wp:posOffset>
                </wp:positionV>
                <wp:extent cx="6176924" cy="1956505"/>
                <wp:effectExtent l="19050" t="19050" r="14605" b="24765"/>
                <wp:wrapNone/>
                <wp:docPr id="617800398" name="Rectangle: Rounded Corners 1"/>
                <wp:cNvGraphicFramePr/>
                <a:graphic xmlns:a="http://schemas.openxmlformats.org/drawingml/2006/main">
                  <a:graphicData uri="http://schemas.microsoft.com/office/word/2010/wordprocessingShape">
                    <wps:wsp>
                      <wps:cNvSpPr/>
                      <wps:spPr>
                        <a:xfrm>
                          <a:off x="0" y="0"/>
                          <a:ext cx="6176924" cy="1956505"/>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EB0CEF" id="Rectangle: Rounded Corners 1" o:spid="_x0000_s1026" style="position:absolute;margin-left:-19.4pt;margin-top:26.45pt;width:486.35pt;height:154.05pt;z-index:251701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" filled="f" strokecolor="black [3213]" strokeweight="2.25pt">
                <v:stroke joinstyle="miter"/>
              </v:roundrect>
            </w:pict>
          </mc:Fallback>
        </mc:AlternateContent>
      </w:r>
    </w:p>
    <w:p w14:paraId="151389FA" w14:textId="77777777" w:rsidR="00EB5C9E" w:rsidRPr="008303F6" w:rsidRDefault="00EB5C9E" w:rsidP="00EB5C9E"/>
    <w:p w14:paraId="29A10780" w14:textId="77777777" w:rsidR="00EB5C9E" w:rsidRDefault="00EB5C9E">
      <w:pPr>
        <w:pStyle w:val="ListParagraph"/>
        <w:numPr>
          <w:ilvl w:val="0"/>
          <w:numId w:val="8"/>
        </w:numPr>
      </w:pPr>
      <w:r>
        <w:t>Resource depletion</w:t>
      </w:r>
    </w:p>
    <w:p w14:paraId="21A97E83" w14:textId="77777777" w:rsidR="00EB5C9E" w:rsidRDefault="00EB5C9E">
      <w:pPr>
        <w:pStyle w:val="ListParagraph"/>
        <w:numPr>
          <w:ilvl w:val="0"/>
          <w:numId w:val="8"/>
        </w:numPr>
      </w:pPr>
      <w:r>
        <w:t>Pollution</w:t>
      </w:r>
    </w:p>
    <w:p w14:paraId="7E67263A" w14:textId="77777777" w:rsidR="00EB5C9E" w:rsidRDefault="00EB5C9E">
      <w:pPr>
        <w:pStyle w:val="ListParagraph"/>
        <w:numPr>
          <w:ilvl w:val="0"/>
          <w:numId w:val="8"/>
        </w:numPr>
      </w:pPr>
      <w:r>
        <w:t>e-waste</w:t>
      </w:r>
    </w:p>
    <w:p w14:paraId="56327994" w14:textId="77777777" w:rsidR="00EB5C9E" w:rsidRDefault="00EB5C9E">
      <w:pPr>
        <w:pStyle w:val="ListParagraph"/>
        <w:numPr>
          <w:ilvl w:val="0"/>
          <w:numId w:val="8"/>
        </w:numPr>
      </w:pPr>
      <w:r>
        <w:t>greenhouse gas emissions</w:t>
      </w:r>
    </w:p>
    <w:p w14:paraId="696EFC01" w14:textId="77777777" w:rsidR="00EB5C9E" w:rsidRDefault="00EB5C9E">
      <w:pPr>
        <w:pStyle w:val="ListParagraph"/>
        <w:numPr>
          <w:ilvl w:val="0"/>
          <w:numId w:val="8"/>
        </w:numPr>
      </w:pPr>
      <w:r>
        <w:t>energy consumption</w:t>
      </w:r>
    </w:p>
    <w:p w14:paraId="61C69903" w14:textId="77777777" w:rsidR="00EB5C9E" w:rsidRPr="002D56F6" w:rsidRDefault="00EB5C9E">
      <w:pPr>
        <w:pStyle w:val="ListParagraph"/>
        <w:numPr>
          <w:ilvl w:val="0"/>
          <w:numId w:val="8"/>
        </w:numPr>
      </w:pPr>
      <w:r>
        <w:t>loss of animal habitats / biodiversity</w:t>
      </w:r>
    </w:p>
    <w:p w14:paraId="780FC101" w14:textId="77777777" w:rsidR="00EB5C9E" w:rsidRPr="008303F6" w:rsidRDefault="00EB5C9E" w:rsidP="00EB5C9E">
      <w:pPr>
        <w:rPr>
          <w:b/>
          <w:bCs/>
          <w:i/>
          <w:iCs/>
        </w:rPr>
      </w:pPr>
      <w:r w:rsidRPr="008303F6">
        <w:rPr>
          <w:b/>
          <w:bCs/>
          <w:i/>
          <w:iCs/>
        </w:rPr>
        <w:t xml:space="preserve">Accept any other reasonable </w:t>
      </w:r>
      <w:r>
        <w:rPr>
          <w:b/>
          <w:bCs/>
          <w:i/>
          <w:iCs/>
        </w:rPr>
        <w:t>response</w:t>
      </w:r>
      <w:r w:rsidRPr="008303F6">
        <w:rPr>
          <w:b/>
          <w:bCs/>
          <w:i/>
          <w:iCs/>
        </w:rPr>
        <w:t>.</w:t>
      </w:r>
    </w:p>
    <w:p w14:paraId="5553DF3E" w14:textId="77777777" w:rsidR="00EB5C9E" w:rsidRPr="008303F6" w:rsidRDefault="00EB5C9E" w:rsidP="00EB5C9E"/>
    <w:p w14:paraId="0DA83C1F" w14:textId="77777777" w:rsidR="00EB5C9E" w:rsidRPr="008303F6" w:rsidRDefault="00EB5C9E" w:rsidP="00EB5C9E"/>
    <w:p w14:paraId="0A1728A3" w14:textId="38F05B16" w:rsidR="00EB5C9E" w:rsidRPr="008303F6" w:rsidRDefault="00EB5C9E" w:rsidP="00EB5C9E">
      <w:pPr>
        <w:pStyle w:val="Heading2"/>
      </w:pPr>
      <w:r w:rsidRPr="008303F6">
        <w:t xml:space="preserve">Question </w:t>
      </w:r>
      <w:r w:rsidR="00544AFE">
        <w:t>2</w:t>
      </w:r>
      <w:r w:rsidRPr="008303F6">
        <w:t xml:space="preserve">.2 </w:t>
      </w:r>
    </w:p>
    <w:p w14:paraId="357EB19C" w14:textId="77777777" w:rsidR="00EB5C9E" w:rsidRPr="008303F6" w:rsidRDefault="00EB5C9E" w:rsidP="00EB5C9E"/>
    <w:p w14:paraId="58707095" w14:textId="140DE4E8" w:rsidR="00EB5C9E" w:rsidRPr="008303F6" w:rsidRDefault="00544AFE" w:rsidP="00EB5C9E">
      <w:r>
        <w:t>Explain what is meant by ‘</w:t>
      </w:r>
      <w:r w:rsidRPr="00544AFE">
        <w:rPr>
          <w:b/>
          <w:bCs/>
          <w:i/>
          <w:iCs/>
        </w:rPr>
        <w:t>resource depletion</w:t>
      </w:r>
      <w:r w:rsidRPr="00544AFE">
        <w:rPr>
          <w:b/>
          <w:bCs/>
        </w:rPr>
        <w:t>’</w:t>
      </w:r>
      <w:r w:rsidR="00EB5C9E">
        <w:t xml:space="preserve"> (</w:t>
      </w:r>
      <w:r w:rsidRPr="00544AFE">
        <w:rPr>
          <w:b/>
          <w:bCs/>
          <w:i/>
          <w:iCs/>
        </w:rPr>
        <w:t>1 mark</w:t>
      </w:r>
      <w:r w:rsidR="00EB5C9E">
        <w:t>)</w:t>
      </w:r>
    </w:p>
    <w:p w14:paraId="6C9BE5D5" w14:textId="77777777" w:rsidR="00EB5C9E" w:rsidRPr="008303F6" w:rsidRDefault="00EB5C9E" w:rsidP="00EB5C9E">
      <w:r w:rsidRPr="008303F6">
        <w:rPr>
          <w:noProof/>
        </w:rPr>
        <mc:AlternateContent>
          <mc:Choice Requires="wps">
            <w:drawing>
              <wp:anchor distT="0" distB="0" distL="114300" distR="114300" simplePos="0" relativeHeight="251685927" behindDoc="0" locked="0" layoutInCell="1" allowOverlap="1" wp14:anchorId="6D6BEE4C" wp14:editId="364BD5DC">
                <wp:simplePos x="0" y="0"/>
                <wp:positionH relativeFrom="column">
                  <wp:posOffset>-246239</wp:posOffset>
                </wp:positionH>
                <wp:positionV relativeFrom="paragraph">
                  <wp:posOffset>328366</wp:posOffset>
                </wp:positionV>
                <wp:extent cx="6176924" cy="1753305"/>
                <wp:effectExtent l="19050" t="19050" r="14605" b="18415"/>
                <wp:wrapNone/>
                <wp:docPr id="1424999498" name="Rectangle: Rounded Corners 1"/>
                <wp:cNvGraphicFramePr/>
                <a:graphic xmlns:a="http://schemas.openxmlformats.org/drawingml/2006/main">
                  <a:graphicData uri="http://schemas.microsoft.com/office/word/2010/wordprocessingShape">
                    <wps:wsp>
                      <wps:cNvSpPr/>
                      <wps:spPr>
                        <a:xfrm>
                          <a:off x="0" y="0"/>
                          <a:ext cx="6176924" cy="1753305"/>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50DA5C" id="Rectangle: Rounded Corners 1" o:spid="_x0000_s1026" style="position:absolute;margin-left:-19.4pt;margin-top:25.85pt;width:486.35pt;height:138.05pt;z-index:251685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" filled="f" strokecolor="black [3213]" strokeweight="2.25pt">
                <v:stroke joinstyle="miter"/>
              </v:roundrect>
            </w:pict>
          </mc:Fallback>
        </mc:AlternateContent>
      </w:r>
    </w:p>
    <w:p w14:paraId="33CD1730" w14:textId="77777777" w:rsidR="00EB5C9E" w:rsidRPr="008303F6" w:rsidRDefault="00EB5C9E" w:rsidP="00EB5C9E"/>
    <w:p w14:paraId="497686C1" w14:textId="37B22E56" w:rsidR="00544AFE" w:rsidRDefault="00544AFE" w:rsidP="00EB5C9E">
      <w:r w:rsidRPr="00544AFE">
        <w:t>This is where the finite amount of resources</w:t>
      </w:r>
      <w:r>
        <w:t xml:space="preserve"> / materials</w:t>
      </w:r>
      <w:r w:rsidRPr="00544AFE">
        <w:t xml:space="preserve"> on the planet are being exhausted</w:t>
      </w:r>
      <w:r>
        <w:t xml:space="preserve"> / due to excessive / unsustainable practices.</w:t>
      </w:r>
    </w:p>
    <w:p w14:paraId="5EF4B70F" w14:textId="5071612A" w:rsidR="00544AFE" w:rsidRDefault="00544AFE" w:rsidP="00EB5C9E">
      <w:r>
        <w:t>This is where natural resources are being used faster than they can be replaced</w:t>
      </w:r>
    </w:p>
    <w:p w14:paraId="0627DF1E" w14:textId="77777777" w:rsidR="00544AFE" w:rsidRDefault="00544AFE" w:rsidP="00EB5C9E">
      <w:pPr>
        <w:rPr>
          <w:b/>
          <w:bCs/>
          <w:i/>
          <w:iCs/>
        </w:rPr>
      </w:pPr>
    </w:p>
    <w:p w14:paraId="5F60DD0D" w14:textId="28A968D8" w:rsidR="00EB5C9E" w:rsidRPr="008303F6" w:rsidRDefault="00EB5C9E" w:rsidP="00EB5C9E">
      <w:pPr>
        <w:rPr>
          <w:b/>
          <w:bCs/>
          <w:i/>
          <w:iCs/>
        </w:rPr>
      </w:pPr>
      <w:r w:rsidRPr="008303F6">
        <w:rPr>
          <w:b/>
          <w:bCs/>
          <w:i/>
          <w:iCs/>
        </w:rPr>
        <w:t xml:space="preserve">Accept any other reasonable </w:t>
      </w:r>
      <w:r>
        <w:rPr>
          <w:b/>
          <w:bCs/>
          <w:i/>
          <w:iCs/>
        </w:rPr>
        <w:t>response</w:t>
      </w:r>
      <w:r w:rsidRPr="008303F6">
        <w:rPr>
          <w:b/>
          <w:bCs/>
          <w:i/>
          <w:iCs/>
        </w:rPr>
        <w:t>.</w:t>
      </w:r>
    </w:p>
    <w:p w14:paraId="220D1AA9" w14:textId="77777777" w:rsidR="00EB5C9E" w:rsidRPr="00040529" w:rsidRDefault="00EB5C9E" w:rsidP="00EB5C9E"/>
    <w:p w14:paraId="6BC47E30" w14:textId="77777777" w:rsidR="00EB5C9E" w:rsidRPr="008303F6" w:rsidRDefault="00EB5C9E" w:rsidP="00EB5C9E">
      <w:pPr>
        <w:rPr>
          <w:rFonts w:eastAsiaTheme="majorEastAsia" w:cstheme="majorBidi"/>
          <w:color w:val="2F5496" w:themeColor="accent1" w:themeShade="BF"/>
          <w:sz w:val="26"/>
          <w:szCs w:val="26"/>
        </w:rPr>
      </w:pPr>
      <w:r w:rsidRPr="008303F6">
        <w:br w:type="page"/>
      </w:r>
    </w:p>
    <w:p w14:paraId="3784E7E8" w14:textId="2AFA403E" w:rsidR="00EB5C9E" w:rsidRPr="008303F6" w:rsidRDefault="00EB5C9E" w:rsidP="00EB5C9E">
      <w:pPr>
        <w:pStyle w:val="Heading2"/>
      </w:pPr>
      <w:r w:rsidRPr="008303F6">
        <w:lastRenderedPageBreak/>
        <w:t xml:space="preserve">Question </w:t>
      </w:r>
      <w:r w:rsidR="00544AFE">
        <w:t>2.3</w:t>
      </w:r>
      <w:r w:rsidRPr="008303F6">
        <w:t xml:space="preserve"> </w:t>
      </w:r>
    </w:p>
    <w:p w14:paraId="19696605" w14:textId="6283326B" w:rsidR="00EB5C9E" w:rsidRPr="00516B9A" w:rsidRDefault="00EB5C9E" w:rsidP="00EB5C9E">
      <w:pPr>
        <w:pStyle w:val="Heading2"/>
        <w:rPr>
          <w:lang w:val="fr-FR"/>
        </w:rPr>
      </w:pPr>
      <w:r w:rsidRPr="00516B9A">
        <w:rPr>
          <w:lang w:val="fr-FR"/>
        </w:rPr>
        <w:t xml:space="preserve">Question </w:t>
      </w:r>
      <w:r w:rsidR="00FE3AF9" w:rsidRPr="00516B9A">
        <w:rPr>
          <w:lang w:val="fr-FR"/>
        </w:rPr>
        <w:t>2.4</w:t>
      </w:r>
    </w:p>
    <w:p w14:paraId="73C473E2" w14:textId="67443C42" w:rsidR="00EB5C9E" w:rsidRPr="00516B9A" w:rsidRDefault="00EB5C9E" w:rsidP="00EB5C9E">
      <w:pPr>
        <w:pStyle w:val="Heading2"/>
        <w:rPr>
          <w:lang w:val="fr-FR"/>
        </w:rPr>
      </w:pPr>
      <w:r w:rsidRPr="00516B9A">
        <w:rPr>
          <w:lang w:val="fr-FR"/>
        </w:rPr>
        <w:t xml:space="preserve">Question </w:t>
      </w:r>
      <w:r w:rsidR="00FE3AF9" w:rsidRPr="00516B9A">
        <w:rPr>
          <w:lang w:val="fr-FR"/>
        </w:rPr>
        <w:t>2.5</w:t>
      </w:r>
    </w:p>
    <w:p w14:paraId="095FE761" w14:textId="3A79F19D" w:rsidR="00EB5C9E" w:rsidRPr="00516B9A" w:rsidRDefault="00EB5C9E" w:rsidP="00EB5C9E">
      <w:pPr>
        <w:pStyle w:val="Heading2"/>
        <w:rPr>
          <w:lang w:val="fr-FR"/>
        </w:rPr>
      </w:pPr>
      <w:r w:rsidRPr="00516B9A">
        <w:rPr>
          <w:lang w:val="fr-FR"/>
        </w:rPr>
        <w:t xml:space="preserve">Question </w:t>
      </w:r>
      <w:r w:rsidR="00D15E46" w:rsidRPr="00516B9A">
        <w:rPr>
          <w:lang w:val="fr-FR"/>
        </w:rPr>
        <w:t>2.6</w:t>
      </w:r>
      <w:r w:rsidRPr="00516B9A">
        <w:rPr>
          <w:lang w:val="fr-FR"/>
        </w:rPr>
        <w:t xml:space="preserve"> </w:t>
      </w:r>
    </w:p>
    <w:p w14:paraId="6FA3DF43" w14:textId="0524DA8E" w:rsidR="00EB5C9E" w:rsidRPr="00516B9A" w:rsidRDefault="00EB5C9E" w:rsidP="00EB5C9E">
      <w:pPr>
        <w:pStyle w:val="Heading2"/>
        <w:rPr>
          <w:lang w:val="fr-FR"/>
        </w:rPr>
      </w:pPr>
      <w:r w:rsidRPr="00516B9A">
        <w:rPr>
          <w:lang w:val="fr-FR"/>
        </w:rPr>
        <w:t xml:space="preserve">Question </w:t>
      </w:r>
      <w:r w:rsidR="00D15E46" w:rsidRPr="00516B9A">
        <w:rPr>
          <w:lang w:val="fr-FR"/>
        </w:rPr>
        <w:t>2.7</w:t>
      </w:r>
      <w:r w:rsidRPr="00516B9A">
        <w:rPr>
          <w:lang w:val="fr-FR"/>
        </w:rPr>
        <w:t xml:space="preserve"> </w:t>
      </w:r>
    </w:p>
    <w:p w14:paraId="1203159B" w14:textId="6C08936D" w:rsidR="00EB5C9E" w:rsidRPr="00516B9A" w:rsidRDefault="00EB5C9E" w:rsidP="00EB5C9E">
      <w:pPr>
        <w:pStyle w:val="Heading2"/>
        <w:rPr>
          <w:lang w:val="fr-FR"/>
        </w:rPr>
      </w:pPr>
      <w:r w:rsidRPr="00516B9A">
        <w:rPr>
          <w:lang w:val="fr-FR"/>
        </w:rPr>
        <w:t xml:space="preserve">Question </w:t>
      </w:r>
      <w:r w:rsidR="004770C3" w:rsidRPr="00516B9A">
        <w:rPr>
          <w:lang w:val="fr-FR"/>
        </w:rPr>
        <w:t>2.8</w:t>
      </w:r>
    </w:p>
    <w:p w14:paraId="5F8C7FEE" w14:textId="49B758FF" w:rsidR="00EB5C9E" w:rsidRPr="008303F6" w:rsidRDefault="00EB5C9E" w:rsidP="00EB5C9E">
      <w:pPr>
        <w:pStyle w:val="Heading2"/>
      </w:pPr>
      <w:r w:rsidRPr="008303F6">
        <w:t xml:space="preserve">Question </w:t>
      </w:r>
      <w:r w:rsidR="00452578">
        <w:t>2.9</w:t>
      </w:r>
    </w:p>
    <w:p w14:paraId="4BBA4CDF" w14:textId="57A2A0B5" w:rsidR="00452578" w:rsidRPr="008303F6" w:rsidRDefault="00452578" w:rsidP="00452578">
      <w:pPr>
        <w:pStyle w:val="Heading2"/>
      </w:pPr>
      <w:r w:rsidRPr="008303F6">
        <w:t xml:space="preserve">Question </w:t>
      </w:r>
      <w:r>
        <w:t>2.10</w:t>
      </w:r>
    </w:p>
    <w:p w14:paraId="53A41B17" w14:textId="351AC6EE" w:rsidR="00452578" w:rsidRPr="008303F6" w:rsidRDefault="00452578" w:rsidP="00452578">
      <w:pPr>
        <w:pStyle w:val="Heading2"/>
      </w:pPr>
      <w:r w:rsidRPr="008303F6">
        <w:t xml:space="preserve">Question </w:t>
      </w:r>
      <w:r>
        <w:t>2.11</w:t>
      </w:r>
    </w:p>
    <w:p w14:paraId="35DFB6A1" w14:textId="25F344D2" w:rsidR="00452578" w:rsidRPr="008303F6" w:rsidRDefault="00516B9A" w:rsidP="00452578">
      <w:pPr>
        <w:pStyle w:val="Heading2"/>
      </w:pPr>
      <w:r>
        <w:t>Q</w:t>
      </w:r>
      <w:r w:rsidR="00452578" w:rsidRPr="008303F6">
        <w:t xml:space="preserve">uestion </w:t>
      </w:r>
      <w:r w:rsidR="00452578">
        <w:t>2.12</w:t>
      </w:r>
    </w:p>
    <w:p w14:paraId="62017FA0" w14:textId="77777777" w:rsidR="00516B9A" w:rsidRDefault="00516B9A">
      <w:pPr>
        <w:rPr>
          <w:rFonts w:eastAsiaTheme="majorEastAsia" w:cstheme="minorHAnsi"/>
          <w:color w:val="2F5496" w:themeColor="accent1" w:themeShade="BF"/>
          <w:sz w:val="32"/>
          <w:szCs w:val="32"/>
        </w:rPr>
      </w:pPr>
      <w:r>
        <w:br w:type="page"/>
      </w:r>
    </w:p>
    <w:p w14:paraId="2D2EFE3B" w14:textId="2E893D4D" w:rsidR="00370222" w:rsidRPr="008303F6" w:rsidRDefault="00370222" w:rsidP="00370222">
      <w:pPr>
        <w:pStyle w:val="Heading1"/>
      </w:pPr>
      <w:r w:rsidRPr="008303F6">
        <w:lastRenderedPageBreak/>
        <w:t xml:space="preserve">Class Task </w:t>
      </w:r>
      <w:r>
        <w:t>3</w:t>
      </w:r>
      <w:r w:rsidRPr="008303F6">
        <w:t xml:space="preserve"> – </w:t>
      </w:r>
      <w:r>
        <w:t>Acceptable Use Policies</w:t>
      </w:r>
    </w:p>
    <w:p w14:paraId="7EDBE4B0" w14:textId="77777777" w:rsidR="00370222" w:rsidRPr="008303F6" w:rsidRDefault="00370222" w:rsidP="00370222"/>
    <w:p w14:paraId="54E12A2C" w14:textId="0D8F179D" w:rsidR="00370222" w:rsidRPr="008303F6" w:rsidRDefault="00370222" w:rsidP="00370222">
      <w:pPr>
        <w:pStyle w:val="Heading2"/>
      </w:pPr>
      <w:r w:rsidRPr="008303F6">
        <w:t xml:space="preserve">Question </w:t>
      </w:r>
      <w:r>
        <w:t>3</w:t>
      </w:r>
      <w:r w:rsidRPr="008303F6">
        <w:t xml:space="preserve">.1 </w:t>
      </w:r>
    </w:p>
    <w:p w14:paraId="5D1BCC19" w14:textId="77777777" w:rsidR="00370222" w:rsidRPr="008303F6" w:rsidRDefault="00370222" w:rsidP="00370222"/>
    <w:p w14:paraId="0E71CD6D" w14:textId="77777777" w:rsidR="00370222" w:rsidRPr="008303F6" w:rsidRDefault="00370222" w:rsidP="00370222">
      <w:r>
        <w:t>Describe what is meant by a policy</w:t>
      </w:r>
      <w:r w:rsidRPr="008303F6">
        <w:t>? (</w:t>
      </w:r>
      <w:r w:rsidRPr="008303F6">
        <w:rPr>
          <w:b/>
          <w:bCs/>
          <w:i/>
          <w:iCs/>
        </w:rPr>
        <w:t>3 marks</w:t>
      </w:r>
      <w:r w:rsidRPr="008303F6">
        <w:t>)</w:t>
      </w:r>
    </w:p>
    <w:p w14:paraId="3EE2891E" w14:textId="77777777" w:rsidR="00370222" w:rsidRPr="008303F6" w:rsidRDefault="00370222" w:rsidP="00370222">
      <w:r w:rsidRPr="008303F6">
        <w:rPr>
          <w:noProof/>
        </w:rPr>
        <mc:AlternateContent>
          <mc:Choice Requires="wps">
            <w:drawing>
              <wp:anchor distT="0" distB="0" distL="114300" distR="114300" simplePos="0" relativeHeight="251666471" behindDoc="0" locked="0" layoutInCell="1" allowOverlap="1" wp14:anchorId="3B39A25F" wp14:editId="2D16F06D">
                <wp:simplePos x="0" y="0"/>
                <wp:positionH relativeFrom="column">
                  <wp:posOffset>-307521</wp:posOffset>
                </wp:positionH>
                <wp:positionV relativeFrom="paragraph">
                  <wp:posOffset>72563</wp:posOffset>
                </wp:positionV>
                <wp:extent cx="6309904" cy="2243200"/>
                <wp:effectExtent l="19050" t="19050" r="15240" b="24130"/>
                <wp:wrapNone/>
                <wp:docPr id="405276284" name="Rectangle: Rounded Corners 1"/>
                <wp:cNvGraphicFramePr/>
                <a:graphic xmlns:a="http://schemas.openxmlformats.org/drawingml/2006/main">
                  <a:graphicData uri="http://schemas.microsoft.com/office/word/2010/wordprocessingShape">
                    <wps:wsp>
                      <wps:cNvSpPr/>
                      <wps:spPr>
                        <a:xfrm>
                          <a:off x="0" y="0"/>
                          <a:ext cx="6309904" cy="22432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DCDDE6" id="Rectangle: Rounded Corners 1" o:spid="_x0000_s1026" style="position:absolute;margin-left:-24.2pt;margin-top:5.7pt;width:496.85pt;height:176.65pt;z-index:2516664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" filled="f" strokecolor="windowText" strokeweight="2.25pt">
                <v:stroke joinstyle="miter"/>
              </v:roundrect>
            </w:pict>
          </mc:Fallback>
        </mc:AlternateContent>
      </w:r>
    </w:p>
    <w:p w14:paraId="13B3186C" w14:textId="77777777" w:rsidR="00370222" w:rsidRPr="00F019FF" w:rsidRDefault="00370222" w:rsidP="00370222">
      <w:r w:rsidRPr="00F019FF">
        <w:t>(A policy is) A set of rules</w:t>
      </w:r>
      <w:r>
        <w:t xml:space="preserve"> (1)</w:t>
      </w:r>
      <w:r w:rsidRPr="00F019FF">
        <w:t xml:space="preserve"> that an employee agrees to follow when they join an organisation (1)</w:t>
      </w:r>
    </w:p>
    <w:p w14:paraId="58BC9683" w14:textId="77777777" w:rsidR="00370222" w:rsidRPr="00524AF7" w:rsidRDefault="00370222" w:rsidP="00370222">
      <w:r w:rsidRPr="00524AF7">
        <w:t>The employee needs to read and sign the policy (1) which shows they agree to follow the policy (1)</w:t>
      </w:r>
    </w:p>
    <w:p w14:paraId="55E71108" w14:textId="77777777" w:rsidR="00370222" w:rsidRPr="00524AF7" w:rsidRDefault="00370222" w:rsidP="00370222">
      <w:r w:rsidRPr="00524AF7">
        <w:t>If an employee fails to follow a policy (1), they can be placed on disciplinary measures / dismissed. (1)</w:t>
      </w:r>
    </w:p>
    <w:p w14:paraId="1C8539E6" w14:textId="77777777" w:rsidR="00370222" w:rsidRDefault="00370222" w:rsidP="00370222">
      <w:pPr>
        <w:rPr>
          <w:b/>
          <w:bCs/>
          <w:i/>
          <w:iCs/>
        </w:rPr>
      </w:pPr>
    </w:p>
    <w:p w14:paraId="3E0AE5CD" w14:textId="77777777" w:rsidR="00370222" w:rsidRPr="008303F6" w:rsidRDefault="00370222" w:rsidP="00370222">
      <w:pPr>
        <w:rPr>
          <w:b/>
          <w:bCs/>
          <w:i/>
          <w:iCs/>
        </w:rPr>
      </w:pPr>
      <w:r w:rsidRPr="008303F6">
        <w:rPr>
          <w:b/>
          <w:bCs/>
          <w:i/>
          <w:iCs/>
        </w:rPr>
        <w:t>Accept any other reasonable response.</w:t>
      </w:r>
    </w:p>
    <w:p w14:paraId="431EBA9F" w14:textId="77777777" w:rsidR="00370222" w:rsidRPr="008303F6" w:rsidRDefault="00370222" w:rsidP="00370222"/>
    <w:p w14:paraId="0CEA34BD" w14:textId="77777777" w:rsidR="00370222" w:rsidRPr="008303F6" w:rsidRDefault="00370222" w:rsidP="00370222"/>
    <w:p w14:paraId="0FF5FB5F" w14:textId="77777777" w:rsidR="00370222" w:rsidRPr="008303F6" w:rsidRDefault="00370222" w:rsidP="00370222"/>
    <w:p w14:paraId="6AB934A4" w14:textId="4AE8EC5F" w:rsidR="00370222" w:rsidRPr="008303F6" w:rsidRDefault="00370222" w:rsidP="00370222">
      <w:pPr>
        <w:pStyle w:val="Heading2"/>
      </w:pPr>
      <w:r w:rsidRPr="008303F6">
        <w:t xml:space="preserve">Question </w:t>
      </w:r>
      <w:r>
        <w:t>3</w:t>
      </w:r>
      <w:r w:rsidRPr="008303F6">
        <w:t xml:space="preserve">.2 </w:t>
      </w:r>
    </w:p>
    <w:p w14:paraId="5E255C35" w14:textId="77777777" w:rsidR="00370222" w:rsidRPr="008303F6" w:rsidRDefault="00370222" w:rsidP="00370222"/>
    <w:p w14:paraId="5A4F34EB" w14:textId="77777777" w:rsidR="00370222" w:rsidRPr="008303F6" w:rsidRDefault="00370222" w:rsidP="00370222">
      <w:r>
        <w:t xml:space="preserve">Name any </w:t>
      </w:r>
      <w:r w:rsidRPr="00947C0D">
        <w:rPr>
          <w:b/>
          <w:bCs/>
          <w:i/>
          <w:iCs/>
        </w:rPr>
        <w:t>two</w:t>
      </w:r>
      <w:r>
        <w:t xml:space="preserve"> items that might be part of a business email use policy</w:t>
      </w:r>
      <w:r w:rsidRPr="008303F6">
        <w:t>? (</w:t>
      </w:r>
      <w:r w:rsidRPr="00B9074D">
        <w:rPr>
          <w:b/>
          <w:bCs/>
        </w:rPr>
        <w:t>2</w:t>
      </w:r>
      <w:r w:rsidRPr="008303F6">
        <w:rPr>
          <w:b/>
          <w:bCs/>
          <w:i/>
          <w:iCs/>
        </w:rPr>
        <w:t xml:space="preserve"> marks</w:t>
      </w:r>
      <w:r w:rsidRPr="008303F6">
        <w:t>)</w:t>
      </w:r>
    </w:p>
    <w:p w14:paraId="2BAE0925" w14:textId="77777777" w:rsidR="00370222" w:rsidRPr="008303F6" w:rsidRDefault="00370222" w:rsidP="00370222">
      <w:r w:rsidRPr="008303F6">
        <w:rPr>
          <w:noProof/>
        </w:rPr>
        <mc:AlternateContent>
          <mc:Choice Requires="wps">
            <w:drawing>
              <wp:anchor distT="0" distB="0" distL="114300" distR="114300" simplePos="0" relativeHeight="251668519" behindDoc="0" locked="0" layoutInCell="1" allowOverlap="1" wp14:anchorId="64125E3C" wp14:editId="2FB61F6E">
                <wp:simplePos x="0" y="0"/>
                <wp:positionH relativeFrom="column">
                  <wp:posOffset>-309196</wp:posOffset>
                </wp:positionH>
                <wp:positionV relativeFrom="paragraph">
                  <wp:posOffset>66332</wp:posOffset>
                </wp:positionV>
                <wp:extent cx="6064509" cy="2155581"/>
                <wp:effectExtent l="19050" t="19050" r="12700" b="16510"/>
                <wp:wrapNone/>
                <wp:docPr id="1645025316" name="Rectangle: Rounded Corners 1"/>
                <wp:cNvGraphicFramePr/>
                <a:graphic xmlns:a="http://schemas.openxmlformats.org/drawingml/2006/main">
                  <a:graphicData uri="http://schemas.microsoft.com/office/word/2010/wordprocessingShape">
                    <wps:wsp>
                      <wps:cNvSpPr/>
                      <wps:spPr>
                        <a:xfrm>
                          <a:off x="0" y="0"/>
                          <a:ext cx="6064509" cy="215558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6615CF" id="Rectangle: Rounded Corners 1" o:spid="_x0000_s1026" style="position:absolute;margin-left:-24.35pt;margin-top:5.2pt;width:477.5pt;height:169.75pt;z-index:2516685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" filled="f" strokecolor="windowText" strokeweight="2.25pt">
                <v:stroke joinstyle="miter"/>
              </v:roundrect>
            </w:pict>
          </mc:Fallback>
        </mc:AlternateContent>
      </w:r>
    </w:p>
    <w:p w14:paraId="4EA187E3" w14:textId="7C2D6099" w:rsidR="00370222" w:rsidRDefault="00370222" w:rsidP="00370222">
      <w:r w:rsidRPr="00B9074D">
        <w:t>All company emails must be professional, polite and not contain abusive language</w:t>
      </w:r>
      <w:r w:rsidR="00452578">
        <w:t xml:space="preserve"> </w:t>
      </w:r>
      <w:r w:rsidR="00452578" w:rsidRPr="00524AF7">
        <w:t>(1)</w:t>
      </w:r>
    </w:p>
    <w:p w14:paraId="25E6F931" w14:textId="6BCDE94A" w:rsidR="00370222" w:rsidRPr="00B9074D" w:rsidRDefault="00370222" w:rsidP="00370222">
      <w:r>
        <w:t>Business emails must not be used for personal use</w:t>
      </w:r>
      <w:r w:rsidR="00452578">
        <w:t xml:space="preserve"> </w:t>
      </w:r>
      <w:r w:rsidR="00452578" w:rsidRPr="00524AF7">
        <w:t>(1)</w:t>
      </w:r>
    </w:p>
    <w:p w14:paraId="28F28B98" w14:textId="2C1BF3FC" w:rsidR="00370222" w:rsidRPr="00B9074D" w:rsidRDefault="00370222" w:rsidP="00370222">
      <w:r w:rsidRPr="00B9074D">
        <w:t>Not opening suspicious attachments</w:t>
      </w:r>
      <w:r w:rsidR="00452578">
        <w:t xml:space="preserve"> </w:t>
      </w:r>
      <w:r w:rsidR="00452578" w:rsidRPr="00524AF7">
        <w:t>(1)</w:t>
      </w:r>
    </w:p>
    <w:p w14:paraId="7BE201EF" w14:textId="084BEC67" w:rsidR="00370222" w:rsidRDefault="00370222" w:rsidP="00370222">
      <w:r w:rsidRPr="00B9074D">
        <w:t>Not clicking on links within emails</w:t>
      </w:r>
      <w:r w:rsidR="00452578">
        <w:t xml:space="preserve"> </w:t>
      </w:r>
      <w:r w:rsidR="00452578" w:rsidRPr="00524AF7">
        <w:t>(1)</w:t>
      </w:r>
    </w:p>
    <w:p w14:paraId="2871251D" w14:textId="77777777" w:rsidR="00370222" w:rsidRPr="008303F6" w:rsidRDefault="00370222" w:rsidP="00370222"/>
    <w:p w14:paraId="17A9839B" w14:textId="77777777" w:rsidR="00370222" w:rsidRPr="008303F6" w:rsidRDefault="00370222" w:rsidP="00370222">
      <w:pPr>
        <w:rPr>
          <w:b/>
          <w:bCs/>
          <w:i/>
          <w:iCs/>
        </w:rPr>
      </w:pPr>
      <w:r w:rsidRPr="008303F6">
        <w:rPr>
          <w:b/>
          <w:bCs/>
          <w:i/>
          <w:iCs/>
        </w:rPr>
        <w:t>Accept any other reasonable response.</w:t>
      </w:r>
    </w:p>
    <w:p w14:paraId="5D2AA261" w14:textId="77777777" w:rsidR="00370222" w:rsidRPr="008303F6" w:rsidRDefault="00370222" w:rsidP="00370222"/>
    <w:p w14:paraId="47A4519C" w14:textId="77777777" w:rsidR="00370222" w:rsidRPr="008303F6" w:rsidRDefault="00370222" w:rsidP="00370222"/>
    <w:p w14:paraId="05DB9682" w14:textId="77777777" w:rsidR="00370222" w:rsidRPr="008303F6" w:rsidRDefault="00370222" w:rsidP="00370222">
      <w:pPr>
        <w:rPr>
          <w:rFonts w:eastAsiaTheme="majorEastAsia" w:cstheme="minorHAnsi"/>
          <w:color w:val="2F5496" w:themeColor="accent1" w:themeShade="BF"/>
          <w:sz w:val="32"/>
          <w:szCs w:val="32"/>
        </w:rPr>
      </w:pPr>
      <w:r w:rsidRPr="008303F6">
        <w:br w:type="page"/>
      </w:r>
    </w:p>
    <w:p w14:paraId="54299B9E" w14:textId="56D39B87" w:rsidR="00370222" w:rsidRPr="008303F6" w:rsidRDefault="00370222" w:rsidP="00370222">
      <w:pPr>
        <w:pStyle w:val="Heading2"/>
      </w:pPr>
      <w:r w:rsidRPr="008303F6">
        <w:lastRenderedPageBreak/>
        <w:t xml:space="preserve">Question </w:t>
      </w:r>
      <w:r>
        <w:t>3</w:t>
      </w:r>
      <w:r w:rsidRPr="008303F6">
        <w:t>.3</w:t>
      </w:r>
    </w:p>
    <w:p w14:paraId="4690B26D" w14:textId="69EF8493" w:rsidR="00370222" w:rsidRPr="008303F6" w:rsidRDefault="00370222" w:rsidP="00370222">
      <w:pPr>
        <w:pStyle w:val="Heading2"/>
      </w:pPr>
      <w:r w:rsidRPr="008303F6">
        <w:t xml:space="preserve">Question </w:t>
      </w:r>
      <w:r>
        <w:t>3</w:t>
      </w:r>
      <w:r w:rsidRPr="008303F6">
        <w:t>.4</w:t>
      </w:r>
    </w:p>
    <w:p w14:paraId="13DF3172" w14:textId="22991277" w:rsidR="00370222" w:rsidRPr="008303F6" w:rsidRDefault="00370222" w:rsidP="00370222">
      <w:pPr>
        <w:pStyle w:val="Heading2"/>
      </w:pPr>
      <w:r w:rsidRPr="008303F6">
        <w:t xml:space="preserve">Question </w:t>
      </w:r>
      <w:r>
        <w:t>3</w:t>
      </w:r>
      <w:r w:rsidRPr="008303F6">
        <w:t>.5</w:t>
      </w:r>
    </w:p>
    <w:p w14:paraId="6E1B0ED5" w14:textId="1852D6A5" w:rsidR="00370222" w:rsidRPr="008303F6" w:rsidRDefault="00370222" w:rsidP="00370222">
      <w:pPr>
        <w:pStyle w:val="Heading2"/>
      </w:pPr>
      <w:r w:rsidRPr="008303F6">
        <w:t xml:space="preserve">Question </w:t>
      </w:r>
      <w:r>
        <w:t>3</w:t>
      </w:r>
      <w:r w:rsidRPr="008303F6">
        <w:t>.6</w:t>
      </w:r>
    </w:p>
    <w:p w14:paraId="1F1504E1" w14:textId="77777777" w:rsidR="00370222" w:rsidRPr="008303F6" w:rsidRDefault="00370222" w:rsidP="00370222"/>
    <w:p w14:paraId="7EAF5EB1" w14:textId="0E531410" w:rsidR="001C0AD7" w:rsidRDefault="001C0AD7">
      <w:pPr>
        <w:rPr>
          <w:rFonts w:eastAsiaTheme="majorEastAsia" w:cstheme="minorHAnsi"/>
          <w:color w:val="2F5496" w:themeColor="accent1" w:themeShade="BF"/>
          <w:sz w:val="32"/>
          <w:szCs w:val="32"/>
        </w:rPr>
      </w:pPr>
      <w:r>
        <w:br w:type="page"/>
      </w:r>
    </w:p>
    <w:p w14:paraId="445940EB" w14:textId="77777777" w:rsidR="00544AFE" w:rsidRDefault="00546C95" w:rsidP="00546C95">
      <w:pPr>
        <w:pStyle w:val="Heading1"/>
      </w:pPr>
      <w:r w:rsidRPr="008303F6">
        <w:lastRenderedPageBreak/>
        <w:t>Exam Style Questions</w:t>
      </w:r>
    </w:p>
    <w:p w14:paraId="5A009A89" w14:textId="77777777" w:rsidR="00544AFE" w:rsidRPr="00544AFE" w:rsidRDefault="00544AFE" w:rsidP="00544AFE"/>
    <w:p w14:paraId="1ABBEC26" w14:textId="5173DA2D" w:rsidR="00871838" w:rsidRPr="00EE03DA" w:rsidRDefault="00871838" w:rsidP="004770C3">
      <w:pPr>
        <w:pStyle w:val="Heading2"/>
      </w:pPr>
      <w:r w:rsidRPr="00EE03DA">
        <w:t xml:space="preserve">Question 1 </w:t>
      </w:r>
    </w:p>
    <w:p w14:paraId="365F2F5E" w14:textId="77777777" w:rsidR="00871838" w:rsidRPr="00EE03DA" w:rsidRDefault="00871838" w:rsidP="00871838"/>
    <w:p w14:paraId="29943DCC" w14:textId="4EC33BB6" w:rsidR="00BD08D8" w:rsidRDefault="00BD08D8" w:rsidP="00BD08D8">
      <w:r>
        <w:t xml:space="preserve">State </w:t>
      </w:r>
      <w:r>
        <w:rPr>
          <w:b/>
          <w:bCs/>
        </w:rPr>
        <w:t>TWO</w:t>
      </w:r>
      <w:r>
        <w:t xml:space="preserve"> privacy concerns over the sharing of camera images.</w:t>
      </w:r>
      <w:r w:rsidRPr="0097000B">
        <w:t xml:space="preserve"> </w:t>
      </w:r>
      <w:r>
        <w:t>(</w:t>
      </w:r>
      <w:r>
        <w:rPr>
          <w:b/>
          <w:bCs/>
          <w:i/>
          <w:iCs/>
        </w:rPr>
        <w:t>2</w:t>
      </w:r>
      <w:r w:rsidRPr="0097000B">
        <w:rPr>
          <w:b/>
          <w:bCs/>
          <w:i/>
          <w:iCs/>
        </w:rPr>
        <w:t xml:space="preserve"> marks</w:t>
      </w:r>
      <w:r w:rsidRPr="0097000B">
        <w:t>)</w:t>
      </w:r>
    </w:p>
    <w:p w14:paraId="37137973" w14:textId="77777777" w:rsidR="00BD08D8" w:rsidRDefault="00BD08D8" w:rsidP="00BD08D8"/>
    <w:tbl>
      <w:tblPr>
        <w:tblStyle w:val="TableGrid"/>
        <w:tblW w:w="0" w:type="auto"/>
        <w:tblLook w:val="04A0" w:firstRow="1" w:lastRow="0" w:firstColumn="1" w:lastColumn="0" w:noHBand="0" w:noVBand="1"/>
      </w:tblPr>
      <w:tblGrid>
        <w:gridCol w:w="7508"/>
        <w:gridCol w:w="1508"/>
      </w:tblGrid>
      <w:tr w:rsidR="00BD08D8" w14:paraId="23CF01EF" w14:textId="77777777" w:rsidTr="00083406">
        <w:trPr>
          <w:trHeight w:val="570"/>
        </w:trPr>
        <w:tc>
          <w:tcPr>
            <w:tcW w:w="7508" w:type="dxa"/>
            <w:shd w:val="clear" w:color="auto" w:fill="BFBFBF" w:themeFill="background1" w:themeFillShade="BF"/>
          </w:tcPr>
          <w:p w14:paraId="01270F6A" w14:textId="77777777" w:rsidR="00BD08D8" w:rsidRPr="00DB4E8E" w:rsidRDefault="00BD08D8" w:rsidP="00083406">
            <w:pPr>
              <w:rPr>
                <w:b/>
                <w:bCs/>
              </w:rPr>
            </w:pPr>
            <w:bookmarkStart w:id="0" w:name="_Hlk200447160"/>
            <w:r w:rsidRPr="00DB4E8E">
              <w:rPr>
                <w:b/>
                <w:bCs/>
              </w:rPr>
              <w:t>Answer</w:t>
            </w:r>
          </w:p>
        </w:tc>
        <w:tc>
          <w:tcPr>
            <w:tcW w:w="1508" w:type="dxa"/>
            <w:shd w:val="clear" w:color="auto" w:fill="BFBFBF" w:themeFill="background1" w:themeFillShade="BF"/>
          </w:tcPr>
          <w:p w14:paraId="528718CB" w14:textId="77777777" w:rsidR="00BD08D8" w:rsidRPr="00DB4E8E" w:rsidRDefault="00BD08D8" w:rsidP="00083406">
            <w:pPr>
              <w:rPr>
                <w:b/>
                <w:bCs/>
              </w:rPr>
            </w:pPr>
            <w:r w:rsidRPr="00DB4E8E">
              <w:rPr>
                <w:b/>
                <w:bCs/>
              </w:rPr>
              <w:t>Mark</w:t>
            </w:r>
          </w:p>
        </w:tc>
      </w:tr>
      <w:tr w:rsidR="00BD08D8" w14:paraId="33283CE2" w14:textId="77777777" w:rsidTr="00083406">
        <w:trPr>
          <w:trHeight w:val="2290"/>
        </w:trPr>
        <w:tc>
          <w:tcPr>
            <w:tcW w:w="7508" w:type="dxa"/>
          </w:tcPr>
          <w:p w14:paraId="5789F920" w14:textId="77777777" w:rsidR="00BD08D8" w:rsidRPr="00EB359E" w:rsidRDefault="00BD08D8" w:rsidP="00083406">
            <w:pPr>
              <w:rPr>
                <w:rFonts w:cs="Trebuchet MS"/>
                <w:color w:val="000000"/>
              </w:rPr>
            </w:pPr>
            <w:r w:rsidRPr="00EB359E">
              <w:rPr>
                <w:rFonts w:cs="Trebuchet MS"/>
                <w:color w:val="000000"/>
              </w:rPr>
              <w:t xml:space="preserve">Award </w:t>
            </w:r>
            <w:r w:rsidRPr="00EB359E">
              <w:rPr>
                <w:rFonts w:cs="Trebuchet MS"/>
                <w:b/>
                <w:bCs/>
                <w:color w:val="000000"/>
              </w:rPr>
              <w:t>one</w:t>
            </w:r>
            <w:r w:rsidRPr="00EB359E">
              <w:rPr>
                <w:rFonts w:cs="Trebuchet MS"/>
                <w:color w:val="000000"/>
              </w:rPr>
              <w:t xml:space="preserve"> mark for each of the following, up to a maximum of </w:t>
            </w:r>
            <w:r>
              <w:rPr>
                <w:rFonts w:cs="Trebuchet MS"/>
                <w:b/>
                <w:bCs/>
                <w:color w:val="000000"/>
              </w:rPr>
              <w:t>two</w:t>
            </w:r>
            <w:r w:rsidRPr="00EB359E">
              <w:rPr>
                <w:rFonts w:cs="Trebuchet MS"/>
                <w:color w:val="000000"/>
              </w:rPr>
              <w:t xml:space="preserve"> marks.</w:t>
            </w:r>
          </w:p>
          <w:p w14:paraId="63272F84" w14:textId="77777777" w:rsidR="00BD08D8" w:rsidRDefault="00BD08D8" w:rsidP="00083406"/>
          <w:p w14:paraId="0A05500E" w14:textId="1890A17A" w:rsidR="00C82F9C" w:rsidRDefault="00C82F9C" w:rsidP="00C82F9C">
            <w:pPr>
              <w:pStyle w:val="ListParagraph"/>
              <w:numPr>
                <w:ilvl w:val="0"/>
                <w:numId w:val="13"/>
              </w:numPr>
            </w:pPr>
            <w:r>
              <w:t>They can be used to create fake identities / c</w:t>
            </w:r>
            <w:r w:rsidRPr="00C82F9C">
              <w:t>an be used in identify theft</w:t>
            </w:r>
          </w:p>
          <w:p w14:paraId="72495A1A" w14:textId="48616736" w:rsidR="00C82F9C" w:rsidRDefault="00C82F9C" w:rsidP="00C82F9C">
            <w:pPr>
              <w:pStyle w:val="ListParagraph"/>
              <w:numPr>
                <w:ilvl w:val="0"/>
                <w:numId w:val="13"/>
              </w:numPr>
            </w:pPr>
            <w:r>
              <w:t>The images can be downloaded and used without authorisation / permission</w:t>
            </w:r>
          </w:p>
          <w:p w14:paraId="49B226BB" w14:textId="4B4DAE22" w:rsidR="00C82F9C" w:rsidRDefault="00C82F9C" w:rsidP="00C82F9C">
            <w:pPr>
              <w:pStyle w:val="ListParagraph"/>
              <w:numPr>
                <w:ilvl w:val="0"/>
                <w:numId w:val="13"/>
              </w:numPr>
            </w:pPr>
            <w:r>
              <w:t>Image metadata can reveal personal details</w:t>
            </w:r>
          </w:p>
          <w:p w14:paraId="6EEA8F6F" w14:textId="77777777" w:rsidR="00C82F9C" w:rsidRDefault="00C82F9C" w:rsidP="00C82F9C">
            <w:pPr>
              <w:pStyle w:val="ListParagraph"/>
              <w:numPr>
                <w:ilvl w:val="0"/>
                <w:numId w:val="13"/>
              </w:numPr>
            </w:pPr>
            <w:r>
              <w:t>They can be used to</w:t>
            </w:r>
            <w:r w:rsidRPr="00C82F9C">
              <w:t xml:space="preserve"> track your movements</w:t>
            </w:r>
          </w:p>
          <w:p w14:paraId="1B96C664" w14:textId="131B472C" w:rsidR="00C82F9C" w:rsidRDefault="00C82F9C" w:rsidP="00C82F9C">
            <w:pPr>
              <w:pStyle w:val="ListParagraph"/>
              <w:numPr>
                <w:ilvl w:val="0"/>
                <w:numId w:val="13"/>
              </w:numPr>
            </w:pPr>
            <w:r>
              <w:t xml:space="preserve">The can </w:t>
            </w:r>
            <w:r w:rsidRPr="00C82F9C">
              <w:t>identify sensitive data in the background</w:t>
            </w:r>
          </w:p>
          <w:p w14:paraId="6B15B5AB" w14:textId="2E2EE2FC" w:rsidR="00C82F9C" w:rsidRPr="00C82F9C" w:rsidRDefault="00C82F9C" w:rsidP="00C82F9C">
            <w:pPr>
              <w:pStyle w:val="ListParagraph"/>
              <w:numPr>
                <w:ilvl w:val="0"/>
                <w:numId w:val="13"/>
              </w:numPr>
            </w:pPr>
            <w:r>
              <w:t>Other people in the background may not agree / consent to having their photos taken</w:t>
            </w:r>
          </w:p>
          <w:p w14:paraId="4946904C" w14:textId="77777777" w:rsidR="00BD08D8" w:rsidRDefault="00BD08D8" w:rsidP="00083406"/>
          <w:p w14:paraId="1DB6DAAF" w14:textId="19FEAFED" w:rsidR="00BD08D8" w:rsidRDefault="000C7E9B" w:rsidP="00083406">
            <w:bookmarkStart w:id="1" w:name="_Hlk200371404"/>
            <w:r w:rsidRPr="000C7E9B">
              <w:rPr>
                <w:b/>
                <w:bCs/>
              </w:rPr>
              <w:t>Accept any other appropriate/alternative response</w:t>
            </w:r>
            <w:bookmarkEnd w:id="1"/>
          </w:p>
        </w:tc>
        <w:tc>
          <w:tcPr>
            <w:tcW w:w="1508" w:type="dxa"/>
          </w:tcPr>
          <w:p w14:paraId="0AF02739" w14:textId="77777777" w:rsidR="00BD08D8" w:rsidRDefault="00BD08D8" w:rsidP="00083406"/>
          <w:p w14:paraId="3A1D594C" w14:textId="77777777" w:rsidR="00BD08D8" w:rsidRDefault="00BD08D8" w:rsidP="00083406"/>
          <w:p w14:paraId="12F79D2B" w14:textId="77777777" w:rsidR="00BD08D8" w:rsidRDefault="00BD08D8" w:rsidP="00083406"/>
          <w:p w14:paraId="405524F5" w14:textId="77777777" w:rsidR="00BD08D8" w:rsidRDefault="00BD08D8" w:rsidP="00083406"/>
          <w:p w14:paraId="1D779689" w14:textId="77777777" w:rsidR="00BD08D8" w:rsidRDefault="00BD08D8" w:rsidP="00083406"/>
          <w:p w14:paraId="0FD6BCD8" w14:textId="77777777" w:rsidR="00BD08D8" w:rsidRDefault="00BD08D8" w:rsidP="00083406"/>
          <w:p w14:paraId="3C17715A" w14:textId="77777777" w:rsidR="00BD08D8" w:rsidRDefault="00BD08D8" w:rsidP="00083406"/>
          <w:p w14:paraId="6A645D17" w14:textId="77777777" w:rsidR="00BD08D8" w:rsidRDefault="00BD08D8" w:rsidP="00083406"/>
          <w:p w14:paraId="7BEC545A" w14:textId="77777777" w:rsidR="00C82F9C" w:rsidRDefault="00C82F9C" w:rsidP="00083406"/>
          <w:p w14:paraId="27541B91" w14:textId="77777777" w:rsidR="00BD08D8" w:rsidRDefault="00BD08D8" w:rsidP="00083406"/>
          <w:p w14:paraId="60B245D7" w14:textId="77777777" w:rsidR="00BD08D8" w:rsidRDefault="00BD08D8" w:rsidP="00083406">
            <w:pPr>
              <w:rPr>
                <w:b/>
                <w:bCs/>
              </w:rPr>
            </w:pPr>
          </w:p>
          <w:p w14:paraId="322E43D7" w14:textId="77777777" w:rsidR="00BD08D8" w:rsidRDefault="00BD08D8" w:rsidP="00083406">
            <w:pPr>
              <w:rPr>
                <w:b/>
                <w:bCs/>
              </w:rPr>
            </w:pPr>
          </w:p>
          <w:p w14:paraId="310C7615" w14:textId="77777777" w:rsidR="00BD08D8" w:rsidRDefault="00BD08D8" w:rsidP="00083406">
            <w:pPr>
              <w:rPr>
                <w:b/>
                <w:bCs/>
              </w:rPr>
            </w:pPr>
            <w:r w:rsidRPr="006062FF">
              <w:rPr>
                <w:b/>
                <w:bCs/>
              </w:rPr>
              <w:t>(</w:t>
            </w:r>
            <w:r>
              <w:rPr>
                <w:b/>
                <w:bCs/>
              </w:rPr>
              <w:t>2</w:t>
            </w:r>
            <w:r w:rsidRPr="006062FF">
              <w:rPr>
                <w:b/>
                <w:bCs/>
              </w:rPr>
              <w:t>)</w:t>
            </w:r>
          </w:p>
          <w:p w14:paraId="33ED56D0" w14:textId="77777777" w:rsidR="009F39A9" w:rsidRPr="006062FF" w:rsidRDefault="009F39A9" w:rsidP="00083406">
            <w:pPr>
              <w:rPr>
                <w:b/>
                <w:bCs/>
              </w:rPr>
            </w:pPr>
          </w:p>
        </w:tc>
      </w:tr>
      <w:bookmarkEnd w:id="0"/>
    </w:tbl>
    <w:p w14:paraId="5C925B17" w14:textId="77777777" w:rsidR="00BD08D8" w:rsidRPr="00BD08D8" w:rsidRDefault="00BD08D8" w:rsidP="00871838">
      <w:pPr>
        <w:rPr>
          <w:lang w:val="fr-FR"/>
        </w:rPr>
      </w:pPr>
    </w:p>
    <w:p w14:paraId="3E696A75" w14:textId="77777777" w:rsidR="00BD08D8" w:rsidRDefault="00BD08D8">
      <w:pPr>
        <w:rPr>
          <w:rFonts w:eastAsiaTheme="majorEastAsia" w:cstheme="majorBidi"/>
          <w:color w:val="2F5496" w:themeColor="accent1" w:themeShade="BF"/>
          <w:sz w:val="26"/>
          <w:szCs w:val="26"/>
        </w:rPr>
      </w:pPr>
      <w:r>
        <w:br w:type="page"/>
      </w:r>
    </w:p>
    <w:p w14:paraId="03300544" w14:textId="10C70722" w:rsidR="00871838" w:rsidRDefault="00871838" w:rsidP="00871838">
      <w:pPr>
        <w:pStyle w:val="Heading2"/>
      </w:pPr>
      <w:r w:rsidRPr="00BD08D8">
        <w:lastRenderedPageBreak/>
        <w:t>Question 2</w:t>
      </w:r>
    </w:p>
    <w:p w14:paraId="63E09CAE" w14:textId="77777777" w:rsidR="00BD08D8" w:rsidRPr="00BD08D8" w:rsidRDefault="00BD08D8" w:rsidP="00BD08D8"/>
    <w:p w14:paraId="43E93E8C" w14:textId="77777777" w:rsidR="00BD08D8" w:rsidRDefault="00BD08D8" w:rsidP="00BD08D8">
      <w:bookmarkStart w:id="2" w:name="_Hlk200446920"/>
      <w:r>
        <w:t xml:space="preserve">Explain any </w:t>
      </w:r>
      <w:r w:rsidRPr="00B30AD4">
        <w:rPr>
          <w:b/>
          <w:bCs/>
        </w:rPr>
        <w:t>TWO</w:t>
      </w:r>
      <w:r>
        <w:t xml:space="preserve"> privacy concerns over the use of geographic data to track a person’s movements</w:t>
      </w:r>
      <w:r w:rsidRPr="0097000B">
        <w:t>? (</w:t>
      </w:r>
      <w:r w:rsidRPr="0097000B">
        <w:rPr>
          <w:b/>
          <w:bCs/>
          <w:i/>
          <w:iCs/>
        </w:rPr>
        <w:t>4 marks</w:t>
      </w:r>
      <w:r w:rsidRPr="0097000B">
        <w:t>)</w:t>
      </w:r>
    </w:p>
    <w:p w14:paraId="66115813" w14:textId="77777777" w:rsidR="00BD08D8" w:rsidRDefault="00BD08D8" w:rsidP="00BD08D8"/>
    <w:tbl>
      <w:tblPr>
        <w:tblStyle w:val="TableGrid"/>
        <w:tblW w:w="0" w:type="auto"/>
        <w:tblLook w:val="04A0" w:firstRow="1" w:lastRow="0" w:firstColumn="1" w:lastColumn="0" w:noHBand="0" w:noVBand="1"/>
      </w:tblPr>
      <w:tblGrid>
        <w:gridCol w:w="7508"/>
        <w:gridCol w:w="1508"/>
      </w:tblGrid>
      <w:tr w:rsidR="00BD08D8" w14:paraId="1579E201" w14:textId="77777777" w:rsidTr="00083406">
        <w:trPr>
          <w:trHeight w:val="570"/>
        </w:trPr>
        <w:tc>
          <w:tcPr>
            <w:tcW w:w="7508" w:type="dxa"/>
            <w:shd w:val="clear" w:color="auto" w:fill="BFBFBF" w:themeFill="background1" w:themeFillShade="BF"/>
          </w:tcPr>
          <w:p w14:paraId="426CBB3A" w14:textId="77777777" w:rsidR="00BD08D8" w:rsidRPr="00DB4E8E" w:rsidRDefault="00BD08D8" w:rsidP="00083406">
            <w:pPr>
              <w:rPr>
                <w:b/>
                <w:bCs/>
              </w:rPr>
            </w:pPr>
            <w:r w:rsidRPr="00DB4E8E">
              <w:rPr>
                <w:b/>
                <w:bCs/>
              </w:rPr>
              <w:t>Answer</w:t>
            </w:r>
          </w:p>
        </w:tc>
        <w:tc>
          <w:tcPr>
            <w:tcW w:w="1508" w:type="dxa"/>
            <w:shd w:val="clear" w:color="auto" w:fill="BFBFBF" w:themeFill="background1" w:themeFillShade="BF"/>
          </w:tcPr>
          <w:p w14:paraId="6057703E" w14:textId="77777777" w:rsidR="00BD08D8" w:rsidRPr="00DB4E8E" w:rsidRDefault="00BD08D8" w:rsidP="00083406">
            <w:pPr>
              <w:rPr>
                <w:b/>
                <w:bCs/>
              </w:rPr>
            </w:pPr>
            <w:r w:rsidRPr="00DB4E8E">
              <w:rPr>
                <w:b/>
                <w:bCs/>
              </w:rPr>
              <w:t>Mark</w:t>
            </w:r>
          </w:p>
        </w:tc>
      </w:tr>
      <w:tr w:rsidR="00BD08D8" w14:paraId="26186428" w14:textId="77777777" w:rsidTr="00083406">
        <w:trPr>
          <w:trHeight w:val="2290"/>
        </w:trPr>
        <w:tc>
          <w:tcPr>
            <w:tcW w:w="7508" w:type="dxa"/>
          </w:tcPr>
          <w:p w14:paraId="7FDFEDEB" w14:textId="77777777" w:rsidR="00BD08D8" w:rsidRPr="00703CBE" w:rsidRDefault="00BD08D8" w:rsidP="00083406">
            <w:pPr>
              <w:pStyle w:val="Default"/>
              <w:rPr>
                <w:rFonts w:ascii="Candara" w:hAnsi="Candara"/>
                <w:sz w:val="22"/>
                <w:szCs w:val="22"/>
              </w:rPr>
            </w:pPr>
            <w:r w:rsidRPr="00703CBE">
              <w:rPr>
                <w:rFonts w:ascii="Candara" w:hAnsi="Candara"/>
                <w:sz w:val="22"/>
                <w:szCs w:val="22"/>
              </w:rPr>
              <w:t xml:space="preserve">Award </w:t>
            </w:r>
            <w:r w:rsidRPr="00703CBE">
              <w:rPr>
                <w:rFonts w:ascii="Candara" w:hAnsi="Candara"/>
                <w:b/>
                <w:bCs/>
                <w:sz w:val="22"/>
                <w:szCs w:val="22"/>
              </w:rPr>
              <w:t>one</w:t>
            </w:r>
            <w:r w:rsidRPr="00703CBE">
              <w:rPr>
                <w:rFonts w:ascii="Candara" w:hAnsi="Candara"/>
                <w:sz w:val="22"/>
                <w:szCs w:val="22"/>
              </w:rPr>
              <w:t xml:space="preserve"> mark for identification and </w:t>
            </w:r>
            <w:r w:rsidRPr="00703CBE">
              <w:rPr>
                <w:rFonts w:ascii="Candara" w:hAnsi="Candara"/>
                <w:b/>
                <w:bCs/>
                <w:sz w:val="22"/>
                <w:szCs w:val="22"/>
              </w:rPr>
              <w:t>one</w:t>
            </w:r>
            <w:r w:rsidRPr="00703CBE">
              <w:rPr>
                <w:rFonts w:ascii="Candara" w:hAnsi="Candara"/>
                <w:sz w:val="22"/>
                <w:szCs w:val="22"/>
              </w:rPr>
              <w:t xml:space="preserve"> mark for an appropriate linked explanation/expansion up to a </w:t>
            </w:r>
            <w:r w:rsidRPr="00703CBE">
              <w:rPr>
                <w:rFonts w:ascii="Candara" w:hAnsi="Candara"/>
                <w:b/>
                <w:bCs/>
                <w:sz w:val="22"/>
                <w:szCs w:val="22"/>
              </w:rPr>
              <w:t>maximum of four marks</w:t>
            </w:r>
            <w:r w:rsidRPr="00703CBE">
              <w:rPr>
                <w:rFonts w:ascii="Candara" w:hAnsi="Candara"/>
                <w:sz w:val="22"/>
                <w:szCs w:val="22"/>
              </w:rPr>
              <w:t xml:space="preserve">. </w:t>
            </w:r>
          </w:p>
          <w:p w14:paraId="4CB73AFE" w14:textId="77777777" w:rsidR="00BD08D8" w:rsidRDefault="00BD08D8" w:rsidP="00083406"/>
          <w:p w14:paraId="2C5F0E66" w14:textId="77777777" w:rsidR="00BD08D8" w:rsidRDefault="00BD08D8" w:rsidP="00083406">
            <w:pPr>
              <w:pStyle w:val="ListParagraph"/>
              <w:numPr>
                <w:ilvl w:val="0"/>
                <w:numId w:val="12"/>
              </w:numPr>
            </w:pPr>
            <w:r>
              <w:t>This can be used to see when your home is empty (1) so it can be broken into / be a target for thieves (1)</w:t>
            </w:r>
          </w:p>
          <w:p w14:paraId="55B816A7" w14:textId="77777777" w:rsidR="00BD08D8" w:rsidRDefault="00BD08D8" w:rsidP="00083406">
            <w:pPr>
              <w:pStyle w:val="ListParagraph"/>
              <w:numPr>
                <w:ilvl w:val="0"/>
                <w:numId w:val="12"/>
              </w:numPr>
            </w:pPr>
            <w:r>
              <w:t>Can see what employees are doing (1) when they are not in the office (1)</w:t>
            </w:r>
          </w:p>
          <w:p w14:paraId="1249D5F8" w14:textId="77777777" w:rsidR="00BD08D8" w:rsidRDefault="00BD08D8" w:rsidP="00083406">
            <w:pPr>
              <w:pStyle w:val="ListParagraph"/>
              <w:numPr>
                <w:ilvl w:val="0"/>
                <w:numId w:val="12"/>
              </w:numPr>
            </w:pPr>
            <w:r>
              <w:t>Can see what you are doing (1) to predict your patterns of behaviour (1)</w:t>
            </w:r>
          </w:p>
          <w:p w14:paraId="35A241A4" w14:textId="77777777" w:rsidR="00BD08D8" w:rsidRDefault="00BD08D8" w:rsidP="00083406">
            <w:pPr>
              <w:pStyle w:val="ListParagraph"/>
              <w:numPr>
                <w:ilvl w:val="0"/>
                <w:numId w:val="12"/>
              </w:numPr>
            </w:pPr>
            <w:r>
              <w:t>Can see what shops / stores you have visited (1) to create targeted advertising (1)</w:t>
            </w:r>
          </w:p>
          <w:p w14:paraId="2CBD1369" w14:textId="77777777" w:rsidR="00BD08D8" w:rsidRDefault="00BD08D8" w:rsidP="00083406">
            <w:pPr>
              <w:pStyle w:val="ListParagraph"/>
              <w:numPr>
                <w:ilvl w:val="0"/>
                <w:numId w:val="12"/>
              </w:numPr>
            </w:pPr>
            <w:r>
              <w:t>Can see what where you may be going (1) to increase the risk of stalking / cyberstalking / affect personal safety (1)</w:t>
            </w:r>
          </w:p>
          <w:p w14:paraId="6C9E6D05" w14:textId="77777777" w:rsidR="00BD08D8" w:rsidRDefault="00BD08D8" w:rsidP="00083406"/>
          <w:p w14:paraId="0BF8A01A" w14:textId="5D0380B5" w:rsidR="009F39A9" w:rsidRDefault="000C7E9B" w:rsidP="00083406">
            <w:r w:rsidRPr="000C7E9B">
              <w:rPr>
                <w:b/>
                <w:bCs/>
              </w:rPr>
              <w:t>Accept any other appropriate/alternative response</w:t>
            </w:r>
          </w:p>
        </w:tc>
        <w:tc>
          <w:tcPr>
            <w:tcW w:w="1508" w:type="dxa"/>
          </w:tcPr>
          <w:p w14:paraId="5C22B134" w14:textId="77777777" w:rsidR="00BD08D8" w:rsidRDefault="00BD08D8" w:rsidP="00083406"/>
          <w:p w14:paraId="39F4F4BA" w14:textId="77777777" w:rsidR="00BD08D8" w:rsidRDefault="00BD08D8" w:rsidP="00083406"/>
          <w:p w14:paraId="055D5F70" w14:textId="77777777" w:rsidR="00BD08D8" w:rsidRDefault="00BD08D8" w:rsidP="00083406"/>
          <w:p w14:paraId="6A22F353" w14:textId="77777777" w:rsidR="00BD08D8" w:rsidRDefault="00BD08D8" w:rsidP="00083406"/>
          <w:p w14:paraId="59DD945D" w14:textId="77777777" w:rsidR="00BD08D8" w:rsidRDefault="00BD08D8" w:rsidP="00083406"/>
          <w:p w14:paraId="24918C21" w14:textId="77777777" w:rsidR="00BD08D8" w:rsidRDefault="00BD08D8" w:rsidP="00083406"/>
          <w:p w14:paraId="7EB98761" w14:textId="77777777" w:rsidR="00BD08D8" w:rsidRDefault="00BD08D8" w:rsidP="00083406"/>
          <w:p w14:paraId="2E8B99B0" w14:textId="77777777" w:rsidR="00BD08D8" w:rsidRDefault="00BD08D8" w:rsidP="00083406"/>
          <w:p w14:paraId="3C93BBBF" w14:textId="77777777" w:rsidR="00BD08D8" w:rsidRDefault="00BD08D8" w:rsidP="00083406"/>
          <w:p w14:paraId="0A965AD1" w14:textId="77777777" w:rsidR="00BD08D8" w:rsidRDefault="00BD08D8" w:rsidP="00083406"/>
          <w:p w14:paraId="4526C1E4" w14:textId="77777777" w:rsidR="00BD08D8" w:rsidRDefault="00BD08D8" w:rsidP="00083406"/>
          <w:p w14:paraId="7AE929FB" w14:textId="77777777" w:rsidR="00BD08D8" w:rsidRDefault="00BD08D8" w:rsidP="00083406"/>
          <w:p w14:paraId="5DFC8070" w14:textId="77777777" w:rsidR="00BD08D8" w:rsidRDefault="00BD08D8" w:rsidP="00083406">
            <w:pPr>
              <w:rPr>
                <w:b/>
                <w:bCs/>
              </w:rPr>
            </w:pPr>
          </w:p>
          <w:p w14:paraId="3AD82513" w14:textId="77777777" w:rsidR="00BD08D8" w:rsidRDefault="00BD08D8" w:rsidP="00083406">
            <w:pPr>
              <w:rPr>
                <w:b/>
                <w:bCs/>
              </w:rPr>
            </w:pPr>
          </w:p>
          <w:p w14:paraId="7EEBB674" w14:textId="77777777" w:rsidR="00BD08D8" w:rsidRDefault="00BD08D8" w:rsidP="00083406">
            <w:pPr>
              <w:rPr>
                <w:b/>
                <w:bCs/>
              </w:rPr>
            </w:pPr>
            <w:r w:rsidRPr="006062FF">
              <w:rPr>
                <w:b/>
                <w:bCs/>
              </w:rPr>
              <w:t>(</w:t>
            </w:r>
            <w:r>
              <w:rPr>
                <w:b/>
                <w:bCs/>
              </w:rPr>
              <w:t>4</w:t>
            </w:r>
            <w:r w:rsidRPr="006062FF">
              <w:rPr>
                <w:b/>
                <w:bCs/>
              </w:rPr>
              <w:t>)</w:t>
            </w:r>
          </w:p>
          <w:p w14:paraId="11132252" w14:textId="77777777" w:rsidR="00C8187A" w:rsidRPr="006062FF" w:rsidRDefault="00C8187A" w:rsidP="00083406">
            <w:pPr>
              <w:rPr>
                <w:b/>
                <w:bCs/>
              </w:rPr>
            </w:pPr>
          </w:p>
        </w:tc>
      </w:tr>
    </w:tbl>
    <w:p w14:paraId="2D100EB0" w14:textId="77777777" w:rsidR="005F6F18" w:rsidRPr="004770C3" w:rsidRDefault="005F6F18" w:rsidP="005F6F18">
      <w:pPr>
        <w:rPr>
          <w:lang w:val="fr-FR"/>
        </w:rPr>
      </w:pPr>
    </w:p>
    <w:p w14:paraId="40F13B10" w14:textId="77777777" w:rsidR="00C82F9C" w:rsidRDefault="00C82F9C">
      <w:pPr>
        <w:rPr>
          <w:rFonts w:eastAsiaTheme="majorEastAsia" w:cstheme="majorBidi"/>
          <w:color w:val="2F5496" w:themeColor="accent1" w:themeShade="BF"/>
          <w:sz w:val="26"/>
          <w:szCs w:val="26"/>
          <w:lang w:val="fr-FR"/>
        </w:rPr>
      </w:pPr>
      <w:r>
        <w:rPr>
          <w:lang w:val="fr-FR"/>
        </w:rPr>
        <w:br w:type="page"/>
      </w:r>
    </w:p>
    <w:bookmarkEnd w:id="2"/>
    <w:p w14:paraId="7FD1F079" w14:textId="7F8F8BC0" w:rsidR="00871838" w:rsidRPr="00370222" w:rsidRDefault="00871838" w:rsidP="00871838">
      <w:pPr>
        <w:pStyle w:val="Heading2"/>
        <w:rPr>
          <w:lang w:val="fr-FR"/>
        </w:rPr>
      </w:pPr>
      <w:r w:rsidRPr="00370222">
        <w:rPr>
          <w:lang w:val="fr-FR"/>
        </w:rPr>
        <w:lastRenderedPageBreak/>
        <w:t>Question 3</w:t>
      </w:r>
    </w:p>
    <w:p w14:paraId="34035994" w14:textId="4E9071C7" w:rsidR="00871838" w:rsidRDefault="00871838" w:rsidP="00871838">
      <w:pPr>
        <w:rPr>
          <w:lang w:val="fr-FR"/>
        </w:rPr>
      </w:pPr>
    </w:p>
    <w:p w14:paraId="7ADC44B9" w14:textId="181FC504" w:rsidR="0012067F" w:rsidRDefault="0012067F" w:rsidP="0012067F">
      <w:r>
        <w:t>State</w:t>
      </w:r>
      <w:r w:rsidR="009F39A9">
        <w:t xml:space="preserve"> any </w:t>
      </w:r>
      <w:r w:rsidR="009F39A9" w:rsidRPr="009F39A9">
        <w:rPr>
          <w:b/>
          <w:bCs/>
          <w:i/>
          <w:iCs/>
        </w:rPr>
        <w:t>TWO</w:t>
      </w:r>
      <w:r w:rsidR="009F39A9">
        <w:t xml:space="preserve"> ways that an organisation could measure an employee’s productivity</w:t>
      </w:r>
      <w:r>
        <w:t>.</w:t>
      </w:r>
      <w:r w:rsidRPr="0097000B">
        <w:t xml:space="preserve"> </w:t>
      </w:r>
      <w:r>
        <w:t>(</w:t>
      </w:r>
      <w:r>
        <w:rPr>
          <w:b/>
          <w:bCs/>
          <w:i/>
          <w:iCs/>
        </w:rPr>
        <w:t>2</w:t>
      </w:r>
      <w:r w:rsidRPr="0097000B">
        <w:rPr>
          <w:b/>
          <w:bCs/>
          <w:i/>
          <w:iCs/>
        </w:rPr>
        <w:t xml:space="preserve"> marks</w:t>
      </w:r>
      <w:r w:rsidRPr="0097000B">
        <w:t>)</w:t>
      </w:r>
    </w:p>
    <w:p w14:paraId="6F456850" w14:textId="77777777" w:rsidR="0012067F" w:rsidRDefault="0012067F" w:rsidP="0012067F"/>
    <w:tbl>
      <w:tblPr>
        <w:tblStyle w:val="TableGrid"/>
        <w:tblW w:w="0" w:type="auto"/>
        <w:tblLook w:val="04A0" w:firstRow="1" w:lastRow="0" w:firstColumn="1" w:lastColumn="0" w:noHBand="0" w:noVBand="1"/>
      </w:tblPr>
      <w:tblGrid>
        <w:gridCol w:w="7508"/>
        <w:gridCol w:w="1508"/>
      </w:tblGrid>
      <w:tr w:rsidR="0012067F" w14:paraId="6791629F" w14:textId="77777777" w:rsidTr="00083406">
        <w:trPr>
          <w:trHeight w:val="570"/>
        </w:trPr>
        <w:tc>
          <w:tcPr>
            <w:tcW w:w="7508" w:type="dxa"/>
            <w:shd w:val="clear" w:color="auto" w:fill="BFBFBF" w:themeFill="background1" w:themeFillShade="BF"/>
          </w:tcPr>
          <w:p w14:paraId="54BFAFAF" w14:textId="77777777" w:rsidR="0012067F" w:rsidRPr="00DB4E8E" w:rsidRDefault="0012067F" w:rsidP="00083406">
            <w:pPr>
              <w:rPr>
                <w:b/>
                <w:bCs/>
              </w:rPr>
            </w:pPr>
            <w:r w:rsidRPr="00DB4E8E">
              <w:rPr>
                <w:b/>
                <w:bCs/>
              </w:rPr>
              <w:t>Answer</w:t>
            </w:r>
          </w:p>
        </w:tc>
        <w:tc>
          <w:tcPr>
            <w:tcW w:w="1508" w:type="dxa"/>
            <w:shd w:val="clear" w:color="auto" w:fill="BFBFBF" w:themeFill="background1" w:themeFillShade="BF"/>
          </w:tcPr>
          <w:p w14:paraId="58C3B8B2" w14:textId="77777777" w:rsidR="0012067F" w:rsidRPr="00DB4E8E" w:rsidRDefault="0012067F" w:rsidP="00083406">
            <w:pPr>
              <w:rPr>
                <w:b/>
                <w:bCs/>
              </w:rPr>
            </w:pPr>
            <w:r w:rsidRPr="00DB4E8E">
              <w:rPr>
                <w:b/>
                <w:bCs/>
              </w:rPr>
              <w:t>Mark</w:t>
            </w:r>
          </w:p>
        </w:tc>
      </w:tr>
      <w:tr w:rsidR="0012067F" w14:paraId="39C9A40F" w14:textId="77777777" w:rsidTr="00083406">
        <w:trPr>
          <w:trHeight w:val="2290"/>
        </w:trPr>
        <w:tc>
          <w:tcPr>
            <w:tcW w:w="7508" w:type="dxa"/>
          </w:tcPr>
          <w:p w14:paraId="4F81656C" w14:textId="77777777" w:rsidR="0012067F" w:rsidRPr="00EB359E" w:rsidRDefault="0012067F" w:rsidP="00083406">
            <w:pPr>
              <w:rPr>
                <w:rFonts w:cs="Trebuchet MS"/>
                <w:color w:val="000000"/>
              </w:rPr>
            </w:pPr>
            <w:r w:rsidRPr="00EB359E">
              <w:rPr>
                <w:rFonts w:cs="Trebuchet MS"/>
                <w:color w:val="000000"/>
              </w:rPr>
              <w:t xml:space="preserve">Award </w:t>
            </w:r>
            <w:r w:rsidRPr="00EB359E">
              <w:rPr>
                <w:rFonts w:cs="Trebuchet MS"/>
                <w:b/>
                <w:bCs/>
                <w:color w:val="000000"/>
              </w:rPr>
              <w:t>one</w:t>
            </w:r>
            <w:r w:rsidRPr="00EB359E">
              <w:rPr>
                <w:rFonts w:cs="Trebuchet MS"/>
                <w:color w:val="000000"/>
              </w:rPr>
              <w:t xml:space="preserve"> mark for each of the following, up to a maximum of </w:t>
            </w:r>
            <w:r>
              <w:rPr>
                <w:rFonts w:cs="Trebuchet MS"/>
                <w:b/>
                <w:bCs/>
                <w:color w:val="000000"/>
              </w:rPr>
              <w:t>two</w:t>
            </w:r>
            <w:r w:rsidRPr="00EB359E">
              <w:rPr>
                <w:rFonts w:cs="Trebuchet MS"/>
                <w:color w:val="000000"/>
              </w:rPr>
              <w:t xml:space="preserve"> marks.</w:t>
            </w:r>
          </w:p>
          <w:p w14:paraId="321CBD26" w14:textId="77777777" w:rsidR="0012067F" w:rsidRDefault="0012067F" w:rsidP="00083406"/>
          <w:p w14:paraId="7FF2B950" w14:textId="2A9C313D" w:rsidR="009F39A9" w:rsidRPr="009F39A9" w:rsidRDefault="009F39A9" w:rsidP="009F39A9">
            <w:pPr>
              <w:pStyle w:val="ListParagraph"/>
              <w:numPr>
                <w:ilvl w:val="0"/>
                <w:numId w:val="13"/>
              </w:numPr>
            </w:pPr>
            <w:r>
              <w:t>Recording the times employees</w:t>
            </w:r>
            <w:r w:rsidRPr="009F39A9">
              <w:t xml:space="preserve"> log in and log out of a machine.</w:t>
            </w:r>
          </w:p>
          <w:p w14:paraId="1DBC3C75" w14:textId="77777777" w:rsidR="009F39A9" w:rsidRPr="009F39A9" w:rsidRDefault="009F39A9" w:rsidP="009F39A9">
            <w:pPr>
              <w:pStyle w:val="ListParagraph"/>
              <w:numPr>
                <w:ilvl w:val="0"/>
                <w:numId w:val="13"/>
              </w:numPr>
            </w:pPr>
            <w:r w:rsidRPr="009F39A9">
              <w:t>Tracking what time employees enter and leave a room or building.</w:t>
            </w:r>
          </w:p>
          <w:p w14:paraId="59681ADC" w14:textId="77777777" w:rsidR="009F39A9" w:rsidRPr="009F39A9" w:rsidRDefault="009F39A9" w:rsidP="009F39A9">
            <w:pPr>
              <w:pStyle w:val="ListParagraph"/>
              <w:numPr>
                <w:ilvl w:val="0"/>
                <w:numId w:val="13"/>
              </w:numPr>
            </w:pPr>
            <w:r w:rsidRPr="009F39A9">
              <w:t>Recording the number of keystrokes made per hour.</w:t>
            </w:r>
          </w:p>
          <w:p w14:paraId="09DB5945" w14:textId="77777777" w:rsidR="009F39A9" w:rsidRPr="009F39A9" w:rsidRDefault="009F39A9" w:rsidP="009F39A9">
            <w:pPr>
              <w:pStyle w:val="ListParagraph"/>
              <w:numPr>
                <w:ilvl w:val="0"/>
                <w:numId w:val="13"/>
              </w:numPr>
            </w:pPr>
            <w:r w:rsidRPr="009F39A9">
              <w:t>Recording the number of successful tasks completed.</w:t>
            </w:r>
          </w:p>
          <w:p w14:paraId="6DB9FFCF" w14:textId="4519AE27" w:rsidR="0012067F" w:rsidRDefault="009F39A9" w:rsidP="009F39A9">
            <w:pPr>
              <w:numPr>
                <w:ilvl w:val="0"/>
                <w:numId w:val="13"/>
              </w:numPr>
            </w:pPr>
            <w:r w:rsidRPr="009F39A9">
              <w:t>How far a GPS based system has travelled in a given period of time</w:t>
            </w:r>
            <w:r>
              <w:t>.</w:t>
            </w:r>
          </w:p>
          <w:p w14:paraId="3F0EAFF8" w14:textId="77777777" w:rsidR="009F39A9" w:rsidRDefault="009F39A9" w:rsidP="009F39A9">
            <w:pPr>
              <w:ind w:left="720"/>
            </w:pPr>
          </w:p>
          <w:p w14:paraId="532C24A2" w14:textId="77777777" w:rsidR="009F39A9" w:rsidRDefault="009F39A9" w:rsidP="009F39A9">
            <w:pPr>
              <w:ind w:left="720"/>
            </w:pPr>
          </w:p>
          <w:p w14:paraId="3AE81764" w14:textId="3FB09620" w:rsidR="009F39A9" w:rsidRDefault="000C7E9B" w:rsidP="00083406">
            <w:r w:rsidRPr="000C7E9B">
              <w:rPr>
                <w:b/>
                <w:bCs/>
              </w:rPr>
              <w:t>Accept any other appropriate/alternative response</w:t>
            </w:r>
          </w:p>
        </w:tc>
        <w:tc>
          <w:tcPr>
            <w:tcW w:w="1508" w:type="dxa"/>
          </w:tcPr>
          <w:p w14:paraId="74D630A4" w14:textId="77777777" w:rsidR="0012067F" w:rsidRDefault="0012067F" w:rsidP="00083406"/>
          <w:p w14:paraId="5814F132" w14:textId="77777777" w:rsidR="0012067F" w:rsidRDefault="0012067F" w:rsidP="00083406"/>
          <w:p w14:paraId="3676017A" w14:textId="77777777" w:rsidR="0012067F" w:rsidRDefault="0012067F" w:rsidP="00083406"/>
          <w:p w14:paraId="682377E4" w14:textId="77777777" w:rsidR="0012067F" w:rsidRDefault="0012067F" w:rsidP="00083406"/>
          <w:p w14:paraId="33BB461D" w14:textId="77777777" w:rsidR="0012067F" w:rsidRDefault="0012067F" w:rsidP="00083406"/>
          <w:p w14:paraId="327D89AC" w14:textId="77777777" w:rsidR="0012067F" w:rsidRDefault="0012067F" w:rsidP="00083406"/>
          <w:p w14:paraId="480BF444" w14:textId="77777777" w:rsidR="0012067F" w:rsidRDefault="0012067F" w:rsidP="00083406"/>
          <w:p w14:paraId="0DA6BD3B" w14:textId="77777777" w:rsidR="0012067F" w:rsidRDefault="0012067F" w:rsidP="00083406">
            <w:pPr>
              <w:rPr>
                <w:b/>
                <w:bCs/>
              </w:rPr>
            </w:pPr>
          </w:p>
          <w:p w14:paraId="50B642D2" w14:textId="77777777" w:rsidR="0012067F" w:rsidRDefault="0012067F" w:rsidP="00083406">
            <w:pPr>
              <w:rPr>
                <w:b/>
                <w:bCs/>
              </w:rPr>
            </w:pPr>
          </w:p>
          <w:p w14:paraId="32BA25B2" w14:textId="77777777" w:rsidR="0012067F" w:rsidRDefault="0012067F" w:rsidP="00083406">
            <w:pPr>
              <w:rPr>
                <w:b/>
                <w:bCs/>
              </w:rPr>
            </w:pPr>
            <w:r w:rsidRPr="006062FF">
              <w:rPr>
                <w:b/>
                <w:bCs/>
              </w:rPr>
              <w:t>(</w:t>
            </w:r>
            <w:r>
              <w:rPr>
                <w:b/>
                <w:bCs/>
              </w:rPr>
              <w:t>2</w:t>
            </w:r>
            <w:r w:rsidRPr="006062FF">
              <w:rPr>
                <w:b/>
                <w:bCs/>
              </w:rPr>
              <w:t>)</w:t>
            </w:r>
          </w:p>
          <w:p w14:paraId="7B2E4994" w14:textId="77777777" w:rsidR="00C8187A" w:rsidRPr="006062FF" w:rsidRDefault="00C8187A" w:rsidP="00083406">
            <w:pPr>
              <w:rPr>
                <w:b/>
                <w:bCs/>
              </w:rPr>
            </w:pPr>
          </w:p>
        </w:tc>
      </w:tr>
    </w:tbl>
    <w:p w14:paraId="07A79F81" w14:textId="77777777" w:rsidR="0012067F" w:rsidRPr="00BD08D8" w:rsidRDefault="0012067F" w:rsidP="0012067F">
      <w:pPr>
        <w:rPr>
          <w:lang w:val="fr-FR"/>
        </w:rPr>
      </w:pPr>
    </w:p>
    <w:p w14:paraId="5196C237" w14:textId="77777777" w:rsidR="0012067F" w:rsidRDefault="0012067F">
      <w:pPr>
        <w:rPr>
          <w:rFonts w:eastAsiaTheme="majorEastAsia" w:cstheme="majorBidi"/>
          <w:color w:val="2F5496" w:themeColor="accent1" w:themeShade="BF"/>
          <w:sz w:val="26"/>
          <w:szCs w:val="26"/>
          <w:lang w:val="fr-FR"/>
        </w:rPr>
      </w:pPr>
      <w:r>
        <w:rPr>
          <w:lang w:val="fr-FR"/>
        </w:rPr>
        <w:br w:type="page"/>
      </w:r>
    </w:p>
    <w:p w14:paraId="619D34B0" w14:textId="1F34B691" w:rsidR="009F39A9" w:rsidRPr="009F39A9" w:rsidRDefault="009F39A9" w:rsidP="00EE03DA">
      <w:pPr>
        <w:pStyle w:val="Heading2"/>
      </w:pPr>
      <w:r w:rsidRPr="009F39A9">
        <w:lastRenderedPageBreak/>
        <w:t xml:space="preserve">Question </w:t>
      </w:r>
      <w:r>
        <w:t>4</w:t>
      </w:r>
    </w:p>
    <w:p w14:paraId="1D052219" w14:textId="4B529BAE" w:rsidR="0012067F" w:rsidRPr="00370222" w:rsidRDefault="0012067F" w:rsidP="00EE03DA">
      <w:pPr>
        <w:pStyle w:val="Heading2"/>
        <w:rPr>
          <w:lang w:val="fr-FR"/>
        </w:rPr>
      </w:pPr>
      <w:r w:rsidRPr="00370222">
        <w:rPr>
          <w:lang w:val="fr-FR"/>
        </w:rPr>
        <w:t xml:space="preserve">Question </w:t>
      </w:r>
      <w:r w:rsidR="009F39A9">
        <w:rPr>
          <w:lang w:val="fr-FR"/>
        </w:rPr>
        <w:t>5</w:t>
      </w:r>
    </w:p>
    <w:p w14:paraId="66684839" w14:textId="047D9278" w:rsidR="00871838" w:rsidRPr="00EE03DA" w:rsidRDefault="00871838" w:rsidP="00871838">
      <w:pPr>
        <w:pStyle w:val="Heading2"/>
      </w:pPr>
      <w:r w:rsidRPr="00EE03DA">
        <w:t xml:space="preserve">Question </w:t>
      </w:r>
      <w:r w:rsidR="009F39A9" w:rsidRPr="00EE03DA">
        <w:t>6</w:t>
      </w:r>
    </w:p>
    <w:p w14:paraId="0DF97302" w14:textId="2AE18C9D" w:rsidR="008D7697" w:rsidRPr="00370222" w:rsidRDefault="008D7697" w:rsidP="008D7697">
      <w:pPr>
        <w:pStyle w:val="Heading2"/>
        <w:rPr>
          <w:lang w:val="fr-FR"/>
        </w:rPr>
      </w:pPr>
      <w:r w:rsidRPr="00370222">
        <w:rPr>
          <w:lang w:val="fr-FR"/>
        </w:rPr>
        <w:t xml:space="preserve">Question </w:t>
      </w:r>
      <w:r w:rsidR="009F39A9">
        <w:rPr>
          <w:lang w:val="fr-FR"/>
        </w:rPr>
        <w:t>7</w:t>
      </w:r>
    </w:p>
    <w:p w14:paraId="0DD0A31A" w14:textId="6F953F46" w:rsidR="00871838" w:rsidRDefault="00871838" w:rsidP="00871838">
      <w:pPr>
        <w:pStyle w:val="Heading2"/>
        <w:rPr>
          <w:lang w:val="fr-FR"/>
        </w:rPr>
      </w:pPr>
      <w:r w:rsidRPr="00370222">
        <w:rPr>
          <w:lang w:val="fr-FR"/>
        </w:rPr>
        <w:t xml:space="preserve">Question </w:t>
      </w:r>
      <w:r w:rsidR="009F39A9">
        <w:rPr>
          <w:lang w:val="fr-FR"/>
        </w:rPr>
        <w:t>8</w:t>
      </w:r>
    </w:p>
    <w:p w14:paraId="4DFB2D57" w14:textId="47AE7024" w:rsidR="00516B9A" w:rsidRDefault="00516B9A" w:rsidP="00516B9A">
      <w:pPr>
        <w:pStyle w:val="Heading2"/>
        <w:rPr>
          <w:lang w:val="fr-FR"/>
        </w:rPr>
      </w:pPr>
      <w:r w:rsidRPr="00370222">
        <w:rPr>
          <w:lang w:val="fr-FR"/>
        </w:rPr>
        <w:t xml:space="preserve">Question </w:t>
      </w:r>
      <w:r>
        <w:rPr>
          <w:lang w:val="fr-FR"/>
        </w:rPr>
        <w:t>9</w:t>
      </w:r>
    </w:p>
    <w:p w14:paraId="24BBF3B2" w14:textId="73EF02E8" w:rsidR="00516B9A" w:rsidRDefault="00516B9A" w:rsidP="00516B9A">
      <w:pPr>
        <w:pStyle w:val="Heading2"/>
        <w:rPr>
          <w:lang w:val="fr-FR"/>
        </w:rPr>
      </w:pPr>
      <w:r w:rsidRPr="00370222">
        <w:rPr>
          <w:lang w:val="fr-FR"/>
        </w:rPr>
        <w:t xml:space="preserve">Question </w:t>
      </w:r>
      <w:r>
        <w:rPr>
          <w:lang w:val="fr-FR"/>
        </w:rPr>
        <w:t>10</w:t>
      </w:r>
    </w:p>
    <w:p w14:paraId="5980BF91" w14:textId="124D7DA3" w:rsidR="00516B9A" w:rsidRDefault="00516B9A" w:rsidP="00516B9A">
      <w:pPr>
        <w:pStyle w:val="Heading2"/>
        <w:rPr>
          <w:lang w:val="fr-FR"/>
        </w:rPr>
      </w:pPr>
      <w:r w:rsidRPr="00370222">
        <w:rPr>
          <w:lang w:val="fr-FR"/>
        </w:rPr>
        <w:t xml:space="preserve">Question </w:t>
      </w:r>
      <w:r>
        <w:rPr>
          <w:lang w:val="fr-FR"/>
        </w:rPr>
        <w:t>11</w:t>
      </w:r>
    </w:p>
    <w:p w14:paraId="3B41F797" w14:textId="44284C7B" w:rsidR="00516B9A" w:rsidRDefault="00516B9A" w:rsidP="00516B9A">
      <w:pPr>
        <w:pStyle w:val="Heading2"/>
        <w:rPr>
          <w:lang w:val="fr-FR"/>
        </w:rPr>
      </w:pPr>
      <w:r w:rsidRPr="00370222">
        <w:rPr>
          <w:lang w:val="fr-FR"/>
        </w:rPr>
        <w:t xml:space="preserve">Question </w:t>
      </w:r>
      <w:r>
        <w:rPr>
          <w:lang w:val="fr-FR"/>
        </w:rPr>
        <w:t>12</w:t>
      </w:r>
    </w:p>
    <w:p w14:paraId="6CC4347E" w14:textId="38D90C2A" w:rsidR="00516B9A" w:rsidRDefault="00516B9A" w:rsidP="00516B9A">
      <w:pPr>
        <w:pStyle w:val="Heading2"/>
        <w:rPr>
          <w:lang w:val="fr-FR"/>
        </w:rPr>
      </w:pPr>
      <w:r w:rsidRPr="00370222">
        <w:rPr>
          <w:lang w:val="fr-FR"/>
        </w:rPr>
        <w:t xml:space="preserve">Question </w:t>
      </w:r>
      <w:r>
        <w:rPr>
          <w:lang w:val="fr-FR"/>
        </w:rPr>
        <w:t>13</w:t>
      </w:r>
    </w:p>
    <w:p w14:paraId="3E1EC168" w14:textId="45C0F5D6" w:rsidR="00516B9A" w:rsidRDefault="00516B9A" w:rsidP="00516B9A">
      <w:pPr>
        <w:pStyle w:val="Heading2"/>
        <w:rPr>
          <w:lang w:val="fr-FR"/>
        </w:rPr>
      </w:pPr>
      <w:r w:rsidRPr="00370222">
        <w:rPr>
          <w:lang w:val="fr-FR"/>
        </w:rPr>
        <w:t xml:space="preserve">Question </w:t>
      </w:r>
      <w:r>
        <w:rPr>
          <w:lang w:val="fr-FR"/>
        </w:rPr>
        <w:t>14</w:t>
      </w:r>
    </w:p>
    <w:p w14:paraId="3CEE8188" w14:textId="49C69CC1" w:rsidR="00516B9A" w:rsidRDefault="00516B9A" w:rsidP="00516B9A">
      <w:pPr>
        <w:pStyle w:val="Heading2"/>
        <w:rPr>
          <w:lang w:val="fr-FR"/>
        </w:rPr>
      </w:pPr>
      <w:r w:rsidRPr="00370222">
        <w:rPr>
          <w:lang w:val="fr-FR"/>
        </w:rPr>
        <w:t xml:space="preserve">Question </w:t>
      </w:r>
      <w:r>
        <w:rPr>
          <w:lang w:val="fr-FR"/>
        </w:rPr>
        <w:t>15</w:t>
      </w:r>
    </w:p>
    <w:p w14:paraId="24EC1493" w14:textId="62A8D60E" w:rsidR="00516B9A" w:rsidRDefault="00516B9A" w:rsidP="00516B9A">
      <w:pPr>
        <w:pStyle w:val="Heading2"/>
        <w:rPr>
          <w:lang w:val="fr-FR"/>
        </w:rPr>
      </w:pPr>
      <w:r w:rsidRPr="00370222">
        <w:rPr>
          <w:lang w:val="fr-FR"/>
        </w:rPr>
        <w:t xml:space="preserve">Question </w:t>
      </w:r>
      <w:r>
        <w:rPr>
          <w:lang w:val="fr-FR"/>
        </w:rPr>
        <w:t>16</w:t>
      </w:r>
    </w:p>
    <w:p w14:paraId="0FDE20E6" w14:textId="38265532" w:rsidR="00516B9A" w:rsidRDefault="00516B9A" w:rsidP="00516B9A">
      <w:pPr>
        <w:pStyle w:val="Heading2"/>
        <w:rPr>
          <w:lang w:val="fr-FR"/>
        </w:rPr>
      </w:pPr>
      <w:r w:rsidRPr="00370222">
        <w:rPr>
          <w:lang w:val="fr-FR"/>
        </w:rPr>
        <w:t xml:space="preserve">Question </w:t>
      </w:r>
      <w:r>
        <w:rPr>
          <w:lang w:val="fr-FR"/>
        </w:rPr>
        <w:t>17</w:t>
      </w:r>
    </w:p>
    <w:p w14:paraId="57A0D4B2" w14:textId="548F0715" w:rsidR="00516B9A" w:rsidRDefault="00516B9A" w:rsidP="00516B9A">
      <w:pPr>
        <w:pStyle w:val="Heading2"/>
        <w:rPr>
          <w:lang w:val="fr-FR"/>
        </w:rPr>
      </w:pPr>
      <w:r w:rsidRPr="00370222">
        <w:rPr>
          <w:lang w:val="fr-FR"/>
        </w:rPr>
        <w:t xml:space="preserve">Question </w:t>
      </w:r>
      <w:r>
        <w:rPr>
          <w:lang w:val="fr-FR"/>
        </w:rPr>
        <w:t>18</w:t>
      </w:r>
    </w:p>
    <w:p w14:paraId="500C92E5" w14:textId="19E1C93F" w:rsidR="00516B9A" w:rsidRDefault="00516B9A" w:rsidP="00516B9A">
      <w:pPr>
        <w:pStyle w:val="Heading2"/>
        <w:rPr>
          <w:lang w:val="fr-FR"/>
        </w:rPr>
      </w:pPr>
      <w:r w:rsidRPr="00370222">
        <w:rPr>
          <w:lang w:val="fr-FR"/>
        </w:rPr>
        <w:t xml:space="preserve">Question </w:t>
      </w:r>
      <w:r>
        <w:rPr>
          <w:lang w:val="fr-FR"/>
        </w:rPr>
        <w:t>19</w:t>
      </w:r>
    </w:p>
    <w:p w14:paraId="0D6C3A0E" w14:textId="4CA8F942" w:rsidR="00516B9A" w:rsidRDefault="00516B9A" w:rsidP="00516B9A">
      <w:pPr>
        <w:pStyle w:val="Heading2"/>
        <w:rPr>
          <w:lang w:val="fr-FR"/>
        </w:rPr>
      </w:pPr>
      <w:r w:rsidRPr="00370222">
        <w:rPr>
          <w:lang w:val="fr-FR"/>
        </w:rPr>
        <w:t xml:space="preserve">Question </w:t>
      </w:r>
      <w:r>
        <w:rPr>
          <w:lang w:val="fr-FR"/>
        </w:rPr>
        <w:t>20</w:t>
      </w:r>
    </w:p>
    <w:p w14:paraId="0BFBDCEB" w14:textId="1CBB52A0" w:rsidR="00516B9A" w:rsidRDefault="00516B9A" w:rsidP="00516B9A">
      <w:pPr>
        <w:pStyle w:val="Heading2"/>
        <w:rPr>
          <w:lang w:val="fr-FR"/>
        </w:rPr>
      </w:pPr>
      <w:r w:rsidRPr="00370222">
        <w:rPr>
          <w:lang w:val="fr-FR"/>
        </w:rPr>
        <w:t xml:space="preserve">Question </w:t>
      </w:r>
      <w:r>
        <w:rPr>
          <w:lang w:val="fr-FR"/>
        </w:rPr>
        <w:t>21</w:t>
      </w:r>
    </w:p>
    <w:p w14:paraId="6C296981" w14:textId="77777777" w:rsidR="00076455" w:rsidRPr="00516B9A" w:rsidRDefault="00076455" w:rsidP="00126D06">
      <w:pPr>
        <w:rPr>
          <w:i/>
          <w:iCs/>
          <w:lang w:val="fr-FR"/>
        </w:rPr>
      </w:pPr>
    </w:p>
    <w:p w14:paraId="1691C5A7" w14:textId="77777777" w:rsidR="00076455" w:rsidRPr="00516B9A" w:rsidRDefault="00076455" w:rsidP="00126D06">
      <w:pPr>
        <w:rPr>
          <w:i/>
          <w:iCs/>
          <w:lang w:val="fr-FR"/>
        </w:rPr>
      </w:pPr>
    </w:p>
    <w:p w14:paraId="6486ADC2" w14:textId="77777777" w:rsidR="00076455" w:rsidRPr="00516B9A" w:rsidRDefault="00076455" w:rsidP="00126D06">
      <w:pPr>
        <w:rPr>
          <w:i/>
          <w:iCs/>
          <w:lang w:val="fr-FR"/>
        </w:rPr>
      </w:pPr>
    </w:p>
    <w:p w14:paraId="213441B4" w14:textId="77777777" w:rsidR="00076455" w:rsidRPr="00516B9A" w:rsidRDefault="00076455" w:rsidP="00126D06">
      <w:pPr>
        <w:rPr>
          <w:i/>
          <w:iCs/>
          <w:lang w:val="fr-FR"/>
        </w:rPr>
      </w:pPr>
    </w:p>
    <w:p w14:paraId="03120515" w14:textId="77777777" w:rsidR="00076455" w:rsidRPr="00516B9A" w:rsidRDefault="00076455" w:rsidP="00126D06">
      <w:pPr>
        <w:rPr>
          <w:i/>
          <w:iCs/>
          <w:lang w:val="fr-FR"/>
        </w:rPr>
      </w:pPr>
    </w:p>
    <w:p w14:paraId="152493E1" w14:textId="77777777" w:rsidR="00E85DBE" w:rsidRPr="00516B9A" w:rsidRDefault="006265EC" w:rsidP="006265EC">
      <w:pPr>
        <w:pStyle w:val="Footer"/>
        <w:rPr>
          <w:i/>
          <w:iCs/>
          <w:lang w:val="fr-FR"/>
        </w:rPr>
      </w:pPr>
      <w:r w:rsidRPr="008303F6">
        <w:rPr>
          <w:i/>
          <w:iCs/>
          <w:noProof/>
        </w:rPr>
        <w:drawing>
          <wp:anchor distT="0" distB="0" distL="114300" distR="114300" simplePos="0" relativeHeight="251658240" behindDoc="0" locked="0" layoutInCell="1" allowOverlap="1" wp14:anchorId="1DA2445E" wp14:editId="7DD84DD2">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516B9A" w:rsidRDefault="00E85DBE" w:rsidP="00DF1539">
      <w:pPr>
        <w:pStyle w:val="Footer"/>
        <w:rPr>
          <w:i/>
          <w:iCs/>
          <w:lang w:val="fr-FR"/>
        </w:rPr>
      </w:pPr>
    </w:p>
    <w:p w14:paraId="2987B1D2" w14:textId="77777777" w:rsidR="00E85DBE" w:rsidRPr="00516B9A" w:rsidRDefault="00E85DBE" w:rsidP="00DF1539">
      <w:pPr>
        <w:pStyle w:val="Footer"/>
        <w:rPr>
          <w:i/>
          <w:iCs/>
          <w:lang w:val="fr-FR"/>
        </w:rPr>
      </w:pPr>
    </w:p>
    <w:p w14:paraId="55BD9B61" w14:textId="77777777" w:rsidR="00E85DBE" w:rsidRPr="00516B9A" w:rsidRDefault="00E85DBE" w:rsidP="00DF1539">
      <w:pPr>
        <w:pStyle w:val="Footer"/>
        <w:rPr>
          <w:i/>
          <w:iCs/>
          <w:lang w:val="fr-FR"/>
        </w:rPr>
      </w:pPr>
    </w:p>
    <w:p w14:paraId="65FECD20" w14:textId="77777777" w:rsidR="00E85DBE" w:rsidRPr="00516B9A" w:rsidRDefault="00E85DBE" w:rsidP="00DF1539">
      <w:pPr>
        <w:pStyle w:val="Footer"/>
        <w:rPr>
          <w:i/>
          <w:iCs/>
          <w:lang w:val="fr-FR"/>
        </w:rPr>
      </w:pPr>
    </w:p>
    <w:p w14:paraId="7B102C3F" w14:textId="77777777" w:rsidR="00E85DBE" w:rsidRPr="00516B9A" w:rsidRDefault="00E85DBE" w:rsidP="00DF1539">
      <w:pPr>
        <w:pStyle w:val="Footer"/>
        <w:rPr>
          <w:i/>
          <w:iCs/>
          <w:lang w:val="fr-FR"/>
        </w:rPr>
      </w:pPr>
    </w:p>
    <w:p w14:paraId="367E751B" w14:textId="77777777" w:rsidR="00E85DBE" w:rsidRPr="00516B9A" w:rsidRDefault="00E85DBE" w:rsidP="00DF1539">
      <w:pPr>
        <w:pStyle w:val="Footer"/>
        <w:rPr>
          <w:i/>
          <w:iCs/>
          <w:lang w:val="fr-FR"/>
        </w:rPr>
      </w:pPr>
    </w:p>
    <w:p w14:paraId="2C5F6F57" w14:textId="77777777" w:rsidR="00E85DBE" w:rsidRPr="00516B9A" w:rsidRDefault="00E85DBE" w:rsidP="00DF1539">
      <w:pPr>
        <w:pStyle w:val="Footer"/>
        <w:rPr>
          <w:i/>
          <w:iCs/>
          <w:lang w:val="fr-FR"/>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EAEE9" w14:textId="77777777" w:rsidR="0020328D" w:rsidRPr="008303F6" w:rsidRDefault="0020328D" w:rsidP="005557A0">
      <w:pPr>
        <w:spacing w:after="0" w:line="240" w:lineRule="auto"/>
      </w:pPr>
      <w:r w:rsidRPr="008303F6">
        <w:separator/>
      </w:r>
    </w:p>
  </w:endnote>
  <w:endnote w:type="continuationSeparator" w:id="0">
    <w:p w14:paraId="6D127F12" w14:textId="77777777" w:rsidR="0020328D" w:rsidRPr="008303F6" w:rsidRDefault="0020328D" w:rsidP="005557A0">
      <w:pPr>
        <w:spacing w:after="0" w:line="240" w:lineRule="auto"/>
      </w:pPr>
      <w:r w:rsidRPr="008303F6">
        <w:continuationSeparator/>
      </w:r>
    </w:p>
  </w:endnote>
  <w:endnote w:type="continuationNotice" w:id="1">
    <w:p w14:paraId="4D4491CB" w14:textId="77777777" w:rsidR="0020328D" w:rsidRPr="008303F6" w:rsidRDefault="002032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9C416" w14:textId="77777777" w:rsidR="0020328D" w:rsidRPr="008303F6" w:rsidRDefault="0020328D" w:rsidP="005557A0">
      <w:pPr>
        <w:spacing w:after="0" w:line="240" w:lineRule="auto"/>
      </w:pPr>
      <w:r w:rsidRPr="008303F6">
        <w:separator/>
      </w:r>
    </w:p>
  </w:footnote>
  <w:footnote w:type="continuationSeparator" w:id="0">
    <w:p w14:paraId="06C61F73" w14:textId="77777777" w:rsidR="0020328D" w:rsidRPr="008303F6" w:rsidRDefault="0020328D" w:rsidP="005557A0">
      <w:pPr>
        <w:spacing w:after="0" w:line="240" w:lineRule="auto"/>
      </w:pPr>
      <w:r w:rsidRPr="008303F6">
        <w:continuationSeparator/>
      </w:r>
    </w:p>
  </w:footnote>
  <w:footnote w:type="continuationNotice" w:id="1">
    <w:p w14:paraId="1C1E6D98" w14:textId="77777777" w:rsidR="0020328D" w:rsidRPr="008303F6" w:rsidRDefault="002032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B62D0"/>
    <w:multiLevelType w:val="hybridMultilevel"/>
    <w:tmpl w:val="1C02C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1A41C3"/>
    <w:multiLevelType w:val="hybridMultilevel"/>
    <w:tmpl w:val="3558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75255D"/>
    <w:multiLevelType w:val="hybridMultilevel"/>
    <w:tmpl w:val="4306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C01DD5"/>
    <w:multiLevelType w:val="hybridMultilevel"/>
    <w:tmpl w:val="65E0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A06D0"/>
    <w:multiLevelType w:val="hybridMultilevel"/>
    <w:tmpl w:val="2B7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C2B8A"/>
    <w:multiLevelType w:val="hybridMultilevel"/>
    <w:tmpl w:val="365A9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8F28B1"/>
    <w:multiLevelType w:val="hybridMultilevel"/>
    <w:tmpl w:val="A16067FC"/>
    <w:lvl w:ilvl="0" w:tplc="BA944E9E">
      <w:start w:val="1"/>
      <w:numFmt w:val="bullet"/>
      <w:lvlText w:val="•"/>
      <w:lvlJc w:val="left"/>
      <w:pPr>
        <w:tabs>
          <w:tab w:val="num" w:pos="720"/>
        </w:tabs>
        <w:ind w:left="720" w:hanging="360"/>
      </w:pPr>
      <w:rPr>
        <w:rFonts w:ascii="Arial" w:hAnsi="Arial" w:hint="default"/>
      </w:rPr>
    </w:lvl>
    <w:lvl w:ilvl="1" w:tplc="9AD68F7C" w:tentative="1">
      <w:start w:val="1"/>
      <w:numFmt w:val="bullet"/>
      <w:lvlText w:val="•"/>
      <w:lvlJc w:val="left"/>
      <w:pPr>
        <w:tabs>
          <w:tab w:val="num" w:pos="1440"/>
        </w:tabs>
        <w:ind w:left="1440" w:hanging="360"/>
      </w:pPr>
      <w:rPr>
        <w:rFonts w:ascii="Arial" w:hAnsi="Arial" w:hint="default"/>
      </w:rPr>
    </w:lvl>
    <w:lvl w:ilvl="2" w:tplc="154457C6" w:tentative="1">
      <w:start w:val="1"/>
      <w:numFmt w:val="bullet"/>
      <w:lvlText w:val="•"/>
      <w:lvlJc w:val="left"/>
      <w:pPr>
        <w:tabs>
          <w:tab w:val="num" w:pos="2160"/>
        </w:tabs>
        <w:ind w:left="2160" w:hanging="360"/>
      </w:pPr>
      <w:rPr>
        <w:rFonts w:ascii="Arial" w:hAnsi="Arial" w:hint="default"/>
      </w:rPr>
    </w:lvl>
    <w:lvl w:ilvl="3" w:tplc="AC385100" w:tentative="1">
      <w:start w:val="1"/>
      <w:numFmt w:val="bullet"/>
      <w:lvlText w:val="•"/>
      <w:lvlJc w:val="left"/>
      <w:pPr>
        <w:tabs>
          <w:tab w:val="num" w:pos="2880"/>
        </w:tabs>
        <w:ind w:left="2880" w:hanging="360"/>
      </w:pPr>
      <w:rPr>
        <w:rFonts w:ascii="Arial" w:hAnsi="Arial" w:hint="default"/>
      </w:rPr>
    </w:lvl>
    <w:lvl w:ilvl="4" w:tplc="C278EAC6" w:tentative="1">
      <w:start w:val="1"/>
      <w:numFmt w:val="bullet"/>
      <w:lvlText w:val="•"/>
      <w:lvlJc w:val="left"/>
      <w:pPr>
        <w:tabs>
          <w:tab w:val="num" w:pos="3600"/>
        </w:tabs>
        <w:ind w:left="3600" w:hanging="360"/>
      </w:pPr>
      <w:rPr>
        <w:rFonts w:ascii="Arial" w:hAnsi="Arial" w:hint="default"/>
      </w:rPr>
    </w:lvl>
    <w:lvl w:ilvl="5" w:tplc="3FE81F58" w:tentative="1">
      <w:start w:val="1"/>
      <w:numFmt w:val="bullet"/>
      <w:lvlText w:val="•"/>
      <w:lvlJc w:val="left"/>
      <w:pPr>
        <w:tabs>
          <w:tab w:val="num" w:pos="4320"/>
        </w:tabs>
        <w:ind w:left="4320" w:hanging="360"/>
      </w:pPr>
      <w:rPr>
        <w:rFonts w:ascii="Arial" w:hAnsi="Arial" w:hint="default"/>
      </w:rPr>
    </w:lvl>
    <w:lvl w:ilvl="6" w:tplc="F996A9C6" w:tentative="1">
      <w:start w:val="1"/>
      <w:numFmt w:val="bullet"/>
      <w:lvlText w:val="•"/>
      <w:lvlJc w:val="left"/>
      <w:pPr>
        <w:tabs>
          <w:tab w:val="num" w:pos="5040"/>
        </w:tabs>
        <w:ind w:left="5040" w:hanging="360"/>
      </w:pPr>
      <w:rPr>
        <w:rFonts w:ascii="Arial" w:hAnsi="Arial" w:hint="default"/>
      </w:rPr>
    </w:lvl>
    <w:lvl w:ilvl="7" w:tplc="C61EE73C" w:tentative="1">
      <w:start w:val="1"/>
      <w:numFmt w:val="bullet"/>
      <w:lvlText w:val="•"/>
      <w:lvlJc w:val="left"/>
      <w:pPr>
        <w:tabs>
          <w:tab w:val="num" w:pos="5760"/>
        </w:tabs>
        <w:ind w:left="5760" w:hanging="360"/>
      </w:pPr>
      <w:rPr>
        <w:rFonts w:ascii="Arial" w:hAnsi="Arial" w:hint="default"/>
      </w:rPr>
    </w:lvl>
    <w:lvl w:ilvl="8" w:tplc="705E60E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BB84EFD"/>
    <w:multiLevelType w:val="hybridMultilevel"/>
    <w:tmpl w:val="2314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E54F34"/>
    <w:multiLevelType w:val="hybridMultilevel"/>
    <w:tmpl w:val="9F807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3422DB"/>
    <w:multiLevelType w:val="hybridMultilevel"/>
    <w:tmpl w:val="CAB66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4D215D"/>
    <w:multiLevelType w:val="hybridMultilevel"/>
    <w:tmpl w:val="55680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995BFC"/>
    <w:multiLevelType w:val="hybridMultilevel"/>
    <w:tmpl w:val="1432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46575D"/>
    <w:multiLevelType w:val="hybridMultilevel"/>
    <w:tmpl w:val="9272C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E16687"/>
    <w:multiLevelType w:val="hybridMultilevel"/>
    <w:tmpl w:val="1212C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366536"/>
    <w:multiLevelType w:val="hybridMultilevel"/>
    <w:tmpl w:val="3A0C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5718CA"/>
    <w:multiLevelType w:val="hybridMultilevel"/>
    <w:tmpl w:val="60180DFA"/>
    <w:lvl w:ilvl="0" w:tplc="A5A2C89A">
      <w:start w:val="1"/>
      <w:numFmt w:val="bullet"/>
      <w:lvlText w:val="•"/>
      <w:lvlJc w:val="left"/>
      <w:pPr>
        <w:tabs>
          <w:tab w:val="num" w:pos="720"/>
        </w:tabs>
        <w:ind w:left="720" w:hanging="360"/>
      </w:pPr>
      <w:rPr>
        <w:rFonts w:ascii="Times New Roman" w:hAnsi="Times New Roman" w:hint="default"/>
      </w:rPr>
    </w:lvl>
    <w:lvl w:ilvl="1" w:tplc="31DC3A98" w:tentative="1">
      <w:start w:val="1"/>
      <w:numFmt w:val="bullet"/>
      <w:lvlText w:val="•"/>
      <w:lvlJc w:val="left"/>
      <w:pPr>
        <w:tabs>
          <w:tab w:val="num" w:pos="1440"/>
        </w:tabs>
        <w:ind w:left="1440" w:hanging="360"/>
      </w:pPr>
      <w:rPr>
        <w:rFonts w:ascii="Times New Roman" w:hAnsi="Times New Roman" w:hint="default"/>
      </w:rPr>
    </w:lvl>
    <w:lvl w:ilvl="2" w:tplc="491654EA" w:tentative="1">
      <w:start w:val="1"/>
      <w:numFmt w:val="bullet"/>
      <w:lvlText w:val="•"/>
      <w:lvlJc w:val="left"/>
      <w:pPr>
        <w:tabs>
          <w:tab w:val="num" w:pos="2160"/>
        </w:tabs>
        <w:ind w:left="2160" w:hanging="360"/>
      </w:pPr>
      <w:rPr>
        <w:rFonts w:ascii="Times New Roman" w:hAnsi="Times New Roman" w:hint="default"/>
      </w:rPr>
    </w:lvl>
    <w:lvl w:ilvl="3" w:tplc="1FB607BE" w:tentative="1">
      <w:start w:val="1"/>
      <w:numFmt w:val="bullet"/>
      <w:lvlText w:val="•"/>
      <w:lvlJc w:val="left"/>
      <w:pPr>
        <w:tabs>
          <w:tab w:val="num" w:pos="2880"/>
        </w:tabs>
        <w:ind w:left="2880" w:hanging="360"/>
      </w:pPr>
      <w:rPr>
        <w:rFonts w:ascii="Times New Roman" w:hAnsi="Times New Roman" w:hint="default"/>
      </w:rPr>
    </w:lvl>
    <w:lvl w:ilvl="4" w:tplc="47CA6E10" w:tentative="1">
      <w:start w:val="1"/>
      <w:numFmt w:val="bullet"/>
      <w:lvlText w:val="•"/>
      <w:lvlJc w:val="left"/>
      <w:pPr>
        <w:tabs>
          <w:tab w:val="num" w:pos="3600"/>
        </w:tabs>
        <w:ind w:left="3600" w:hanging="360"/>
      </w:pPr>
      <w:rPr>
        <w:rFonts w:ascii="Times New Roman" w:hAnsi="Times New Roman" w:hint="default"/>
      </w:rPr>
    </w:lvl>
    <w:lvl w:ilvl="5" w:tplc="C820ECEC" w:tentative="1">
      <w:start w:val="1"/>
      <w:numFmt w:val="bullet"/>
      <w:lvlText w:val="•"/>
      <w:lvlJc w:val="left"/>
      <w:pPr>
        <w:tabs>
          <w:tab w:val="num" w:pos="4320"/>
        </w:tabs>
        <w:ind w:left="4320" w:hanging="360"/>
      </w:pPr>
      <w:rPr>
        <w:rFonts w:ascii="Times New Roman" w:hAnsi="Times New Roman" w:hint="default"/>
      </w:rPr>
    </w:lvl>
    <w:lvl w:ilvl="6" w:tplc="E31AE9F0" w:tentative="1">
      <w:start w:val="1"/>
      <w:numFmt w:val="bullet"/>
      <w:lvlText w:val="•"/>
      <w:lvlJc w:val="left"/>
      <w:pPr>
        <w:tabs>
          <w:tab w:val="num" w:pos="5040"/>
        </w:tabs>
        <w:ind w:left="5040" w:hanging="360"/>
      </w:pPr>
      <w:rPr>
        <w:rFonts w:ascii="Times New Roman" w:hAnsi="Times New Roman" w:hint="default"/>
      </w:rPr>
    </w:lvl>
    <w:lvl w:ilvl="7" w:tplc="62EED0EC" w:tentative="1">
      <w:start w:val="1"/>
      <w:numFmt w:val="bullet"/>
      <w:lvlText w:val="•"/>
      <w:lvlJc w:val="left"/>
      <w:pPr>
        <w:tabs>
          <w:tab w:val="num" w:pos="5760"/>
        </w:tabs>
        <w:ind w:left="5760" w:hanging="360"/>
      </w:pPr>
      <w:rPr>
        <w:rFonts w:ascii="Times New Roman" w:hAnsi="Times New Roman" w:hint="default"/>
      </w:rPr>
    </w:lvl>
    <w:lvl w:ilvl="8" w:tplc="64848C0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303C94"/>
    <w:multiLevelType w:val="hybridMultilevel"/>
    <w:tmpl w:val="80CEE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5"/>
  </w:num>
  <w:num w:numId="2" w16cid:durableId="353311455">
    <w:abstractNumId w:val="3"/>
  </w:num>
  <w:num w:numId="3" w16cid:durableId="2003775977">
    <w:abstractNumId w:val="21"/>
  </w:num>
  <w:num w:numId="4" w16cid:durableId="658926248">
    <w:abstractNumId w:val="2"/>
  </w:num>
  <w:num w:numId="5" w16cid:durableId="95635772">
    <w:abstractNumId w:val="10"/>
  </w:num>
  <w:num w:numId="6" w16cid:durableId="1947157758">
    <w:abstractNumId w:val="4"/>
  </w:num>
  <w:num w:numId="7" w16cid:durableId="2012828420">
    <w:abstractNumId w:val="22"/>
  </w:num>
  <w:num w:numId="8" w16cid:durableId="973097328">
    <w:abstractNumId w:val="6"/>
  </w:num>
  <w:num w:numId="9" w16cid:durableId="1212421495">
    <w:abstractNumId w:val="8"/>
  </w:num>
  <w:num w:numId="10" w16cid:durableId="1497067679">
    <w:abstractNumId w:val="15"/>
  </w:num>
  <w:num w:numId="11" w16cid:durableId="1567034223">
    <w:abstractNumId w:val="13"/>
  </w:num>
  <w:num w:numId="12" w16cid:durableId="2034114945">
    <w:abstractNumId w:val="0"/>
  </w:num>
  <w:num w:numId="13" w16cid:durableId="459493579">
    <w:abstractNumId w:val="14"/>
  </w:num>
  <w:num w:numId="14" w16cid:durableId="43725642">
    <w:abstractNumId w:val="20"/>
  </w:num>
  <w:num w:numId="15" w16cid:durableId="1953702329">
    <w:abstractNumId w:val="19"/>
  </w:num>
  <w:num w:numId="16" w16cid:durableId="1941064692">
    <w:abstractNumId w:val="9"/>
  </w:num>
  <w:num w:numId="17" w16cid:durableId="1163856588">
    <w:abstractNumId w:val="18"/>
  </w:num>
  <w:num w:numId="18" w16cid:durableId="1986860618">
    <w:abstractNumId w:val="12"/>
  </w:num>
  <w:num w:numId="19" w16cid:durableId="824661384">
    <w:abstractNumId w:val="1"/>
  </w:num>
  <w:num w:numId="20" w16cid:durableId="1550603231">
    <w:abstractNumId w:val="16"/>
  </w:num>
  <w:num w:numId="21" w16cid:durableId="1532841253">
    <w:abstractNumId w:val="11"/>
  </w:num>
  <w:num w:numId="22" w16cid:durableId="2029406341">
    <w:abstractNumId w:val="17"/>
  </w:num>
  <w:num w:numId="23" w16cid:durableId="135865716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2DBC"/>
    <w:rsid w:val="000136B8"/>
    <w:rsid w:val="00013785"/>
    <w:rsid w:val="00014477"/>
    <w:rsid w:val="00014C79"/>
    <w:rsid w:val="00015880"/>
    <w:rsid w:val="00015BCA"/>
    <w:rsid w:val="0001707C"/>
    <w:rsid w:val="000174EB"/>
    <w:rsid w:val="000178D5"/>
    <w:rsid w:val="000203C6"/>
    <w:rsid w:val="00020AB1"/>
    <w:rsid w:val="00020B49"/>
    <w:rsid w:val="0002105A"/>
    <w:rsid w:val="00021544"/>
    <w:rsid w:val="00022661"/>
    <w:rsid w:val="00024A40"/>
    <w:rsid w:val="00027962"/>
    <w:rsid w:val="00030A50"/>
    <w:rsid w:val="00032B1E"/>
    <w:rsid w:val="00032F45"/>
    <w:rsid w:val="00033374"/>
    <w:rsid w:val="000349BC"/>
    <w:rsid w:val="00034B9F"/>
    <w:rsid w:val="00034CEF"/>
    <w:rsid w:val="000361ED"/>
    <w:rsid w:val="00036E40"/>
    <w:rsid w:val="00036E6F"/>
    <w:rsid w:val="00037CF6"/>
    <w:rsid w:val="00040529"/>
    <w:rsid w:val="00042280"/>
    <w:rsid w:val="00043E2B"/>
    <w:rsid w:val="00045F20"/>
    <w:rsid w:val="000519AB"/>
    <w:rsid w:val="00051CF3"/>
    <w:rsid w:val="000537D9"/>
    <w:rsid w:val="00055266"/>
    <w:rsid w:val="00060419"/>
    <w:rsid w:val="000604E3"/>
    <w:rsid w:val="00061403"/>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42C0"/>
    <w:rsid w:val="00084667"/>
    <w:rsid w:val="00085482"/>
    <w:rsid w:val="00085C1D"/>
    <w:rsid w:val="00085CA6"/>
    <w:rsid w:val="00087504"/>
    <w:rsid w:val="00087A18"/>
    <w:rsid w:val="000906F5"/>
    <w:rsid w:val="00090F2F"/>
    <w:rsid w:val="00091B40"/>
    <w:rsid w:val="000923A9"/>
    <w:rsid w:val="0009341B"/>
    <w:rsid w:val="00094E3E"/>
    <w:rsid w:val="00095445"/>
    <w:rsid w:val="00095D99"/>
    <w:rsid w:val="000A0E5C"/>
    <w:rsid w:val="000A1976"/>
    <w:rsid w:val="000A39D3"/>
    <w:rsid w:val="000A48DF"/>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A6A"/>
    <w:rsid w:val="000C7A68"/>
    <w:rsid w:val="000C7CE6"/>
    <w:rsid w:val="000C7E9B"/>
    <w:rsid w:val="000D32DA"/>
    <w:rsid w:val="000D336B"/>
    <w:rsid w:val="000D4230"/>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9C0"/>
    <w:rsid w:val="00105CCC"/>
    <w:rsid w:val="001062E1"/>
    <w:rsid w:val="00106BE7"/>
    <w:rsid w:val="0010704E"/>
    <w:rsid w:val="0011106B"/>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5AF1"/>
    <w:rsid w:val="001474EC"/>
    <w:rsid w:val="001478C0"/>
    <w:rsid w:val="00147C9C"/>
    <w:rsid w:val="001521D3"/>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7616"/>
    <w:rsid w:val="00180887"/>
    <w:rsid w:val="00180B89"/>
    <w:rsid w:val="00180F20"/>
    <w:rsid w:val="0018106A"/>
    <w:rsid w:val="00181973"/>
    <w:rsid w:val="00182928"/>
    <w:rsid w:val="001831AA"/>
    <w:rsid w:val="00183E30"/>
    <w:rsid w:val="001844DB"/>
    <w:rsid w:val="001848D7"/>
    <w:rsid w:val="001856A5"/>
    <w:rsid w:val="00185830"/>
    <w:rsid w:val="00185A6B"/>
    <w:rsid w:val="00187C57"/>
    <w:rsid w:val="001927E8"/>
    <w:rsid w:val="00193740"/>
    <w:rsid w:val="001937E0"/>
    <w:rsid w:val="00195946"/>
    <w:rsid w:val="00195C03"/>
    <w:rsid w:val="00196A72"/>
    <w:rsid w:val="00196D82"/>
    <w:rsid w:val="00197FB0"/>
    <w:rsid w:val="001A2A89"/>
    <w:rsid w:val="001A3A9C"/>
    <w:rsid w:val="001A6061"/>
    <w:rsid w:val="001B264C"/>
    <w:rsid w:val="001B3E5C"/>
    <w:rsid w:val="001B4E17"/>
    <w:rsid w:val="001B67F1"/>
    <w:rsid w:val="001C06A6"/>
    <w:rsid w:val="001C0AD7"/>
    <w:rsid w:val="001C0E63"/>
    <w:rsid w:val="001C0E9D"/>
    <w:rsid w:val="001C0F91"/>
    <w:rsid w:val="001C3E83"/>
    <w:rsid w:val="001C4472"/>
    <w:rsid w:val="001C6818"/>
    <w:rsid w:val="001C7C23"/>
    <w:rsid w:val="001D0780"/>
    <w:rsid w:val="001D1F0D"/>
    <w:rsid w:val="001D265E"/>
    <w:rsid w:val="001D284F"/>
    <w:rsid w:val="001D49D6"/>
    <w:rsid w:val="001D4C6F"/>
    <w:rsid w:val="001D5892"/>
    <w:rsid w:val="001D623A"/>
    <w:rsid w:val="001D76F3"/>
    <w:rsid w:val="001E25C5"/>
    <w:rsid w:val="001E322C"/>
    <w:rsid w:val="001E376A"/>
    <w:rsid w:val="001E424F"/>
    <w:rsid w:val="001E54CD"/>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328D"/>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13DA"/>
    <w:rsid w:val="00242C98"/>
    <w:rsid w:val="00243482"/>
    <w:rsid w:val="0024380F"/>
    <w:rsid w:val="0024412C"/>
    <w:rsid w:val="002442EB"/>
    <w:rsid w:val="00244BD7"/>
    <w:rsid w:val="00244F8E"/>
    <w:rsid w:val="002450C4"/>
    <w:rsid w:val="00245342"/>
    <w:rsid w:val="002453AD"/>
    <w:rsid w:val="00245C2D"/>
    <w:rsid w:val="00245C2E"/>
    <w:rsid w:val="002474EC"/>
    <w:rsid w:val="0024761B"/>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4F0F"/>
    <w:rsid w:val="00264F55"/>
    <w:rsid w:val="00265E0B"/>
    <w:rsid w:val="002711D1"/>
    <w:rsid w:val="002714C5"/>
    <w:rsid w:val="00272A9E"/>
    <w:rsid w:val="00273159"/>
    <w:rsid w:val="00274B17"/>
    <w:rsid w:val="00275747"/>
    <w:rsid w:val="00275E4B"/>
    <w:rsid w:val="00275E9D"/>
    <w:rsid w:val="00276319"/>
    <w:rsid w:val="00276AD1"/>
    <w:rsid w:val="00276D7E"/>
    <w:rsid w:val="00280894"/>
    <w:rsid w:val="00282C75"/>
    <w:rsid w:val="00284455"/>
    <w:rsid w:val="0028471B"/>
    <w:rsid w:val="00284F65"/>
    <w:rsid w:val="0028590F"/>
    <w:rsid w:val="0028621A"/>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53C4"/>
    <w:rsid w:val="002B594F"/>
    <w:rsid w:val="002C0480"/>
    <w:rsid w:val="002C1CD3"/>
    <w:rsid w:val="002C1F07"/>
    <w:rsid w:val="002C27FA"/>
    <w:rsid w:val="002C36EA"/>
    <w:rsid w:val="002C3799"/>
    <w:rsid w:val="002C4539"/>
    <w:rsid w:val="002C4949"/>
    <w:rsid w:val="002C7D72"/>
    <w:rsid w:val="002D1640"/>
    <w:rsid w:val="002D4270"/>
    <w:rsid w:val="002D4393"/>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405F8"/>
    <w:rsid w:val="00342159"/>
    <w:rsid w:val="00342973"/>
    <w:rsid w:val="00343BB6"/>
    <w:rsid w:val="00345482"/>
    <w:rsid w:val="00345A76"/>
    <w:rsid w:val="00346F36"/>
    <w:rsid w:val="00347754"/>
    <w:rsid w:val="00347D5B"/>
    <w:rsid w:val="00350430"/>
    <w:rsid w:val="00352906"/>
    <w:rsid w:val="00352BCB"/>
    <w:rsid w:val="0036090A"/>
    <w:rsid w:val="00361C5C"/>
    <w:rsid w:val="003628FF"/>
    <w:rsid w:val="00362E2A"/>
    <w:rsid w:val="00363707"/>
    <w:rsid w:val="00370222"/>
    <w:rsid w:val="003704CD"/>
    <w:rsid w:val="00371D00"/>
    <w:rsid w:val="00373628"/>
    <w:rsid w:val="003749AC"/>
    <w:rsid w:val="00375943"/>
    <w:rsid w:val="003778DA"/>
    <w:rsid w:val="00380F63"/>
    <w:rsid w:val="00382BD0"/>
    <w:rsid w:val="003839AF"/>
    <w:rsid w:val="00385952"/>
    <w:rsid w:val="00387E14"/>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37BB"/>
    <w:rsid w:val="003D3C60"/>
    <w:rsid w:val="003D4BE2"/>
    <w:rsid w:val="003D6506"/>
    <w:rsid w:val="003D6B45"/>
    <w:rsid w:val="003D73A3"/>
    <w:rsid w:val="003D7FE3"/>
    <w:rsid w:val="003E092B"/>
    <w:rsid w:val="003E0AAE"/>
    <w:rsid w:val="003E200D"/>
    <w:rsid w:val="003E37EE"/>
    <w:rsid w:val="003E4A8F"/>
    <w:rsid w:val="003E4FD5"/>
    <w:rsid w:val="003E5887"/>
    <w:rsid w:val="003E7E1D"/>
    <w:rsid w:val="003F4982"/>
    <w:rsid w:val="003F5ADF"/>
    <w:rsid w:val="003F6E62"/>
    <w:rsid w:val="003F7168"/>
    <w:rsid w:val="003F7194"/>
    <w:rsid w:val="003F7916"/>
    <w:rsid w:val="00400D93"/>
    <w:rsid w:val="00401491"/>
    <w:rsid w:val="004042B8"/>
    <w:rsid w:val="0040573D"/>
    <w:rsid w:val="00407AA9"/>
    <w:rsid w:val="0041341C"/>
    <w:rsid w:val="00413A45"/>
    <w:rsid w:val="00413A81"/>
    <w:rsid w:val="00416AE7"/>
    <w:rsid w:val="004178C0"/>
    <w:rsid w:val="004179C6"/>
    <w:rsid w:val="00423E30"/>
    <w:rsid w:val="004245CF"/>
    <w:rsid w:val="0042483C"/>
    <w:rsid w:val="00424FBA"/>
    <w:rsid w:val="00425FF6"/>
    <w:rsid w:val="00426110"/>
    <w:rsid w:val="00427520"/>
    <w:rsid w:val="00433992"/>
    <w:rsid w:val="0043600B"/>
    <w:rsid w:val="0043672E"/>
    <w:rsid w:val="00437E98"/>
    <w:rsid w:val="004419D4"/>
    <w:rsid w:val="004430CF"/>
    <w:rsid w:val="0044373A"/>
    <w:rsid w:val="00445366"/>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961"/>
    <w:rsid w:val="00472E91"/>
    <w:rsid w:val="00473908"/>
    <w:rsid w:val="00474687"/>
    <w:rsid w:val="00474971"/>
    <w:rsid w:val="00475951"/>
    <w:rsid w:val="00475F3E"/>
    <w:rsid w:val="00476F49"/>
    <w:rsid w:val="004770C3"/>
    <w:rsid w:val="0047779D"/>
    <w:rsid w:val="004820F1"/>
    <w:rsid w:val="0048429E"/>
    <w:rsid w:val="004842A0"/>
    <w:rsid w:val="00484389"/>
    <w:rsid w:val="00484761"/>
    <w:rsid w:val="00484DC8"/>
    <w:rsid w:val="00487651"/>
    <w:rsid w:val="00487EA2"/>
    <w:rsid w:val="0049046A"/>
    <w:rsid w:val="004907B7"/>
    <w:rsid w:val="00490A0A"/>
    <w:rsid w:val="00490E6E"/>
    <w:rsid w:val="004923A7"/>
    <w:rsid w:val="00493419"/>
    <w:rsid w:val="004A00A5"/>
    <w:rsid w:val="004A0CBE"/>
    <w:rsid w:val="004A0D3A"/>
    <w:rsid w:val="004A3108"/>
    <w:rsid w:val="004A37E6"/>
    <w:rsid w:val="004A7C19"/>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2CD8"/>
    <w:rsid w:val="004C3E00"/>
    <w:rsid w:val="004C51C4"/>
    <w:rsid w:val="004C63E2"/>
    <w:rsid w:val="004D338F"/>
    <w:rsid w:val="004D4DF4"/>
    <w:rsid w:val="004D56B8"/>
    <w:rsid w:val="004D56FD"/>
    <w:rsid w:val="004D78A8"/>
    <w:rsid w:val="004E211A"/>
    <w:rsid w:val="004E2A45"/>
    <w:rsid w:val="004E6478"/>
    <w:rsid w:val="004E7540"/>
    <w:rsid w:val="004F1C64"/>
    <w:rsid w:val="004F3AE8"/>
    <w:rsid w:val="004F3EC5"/>
    <w:rsid w:val="004F5035"/>
    <w:rsid w:val="004F6530"/>
    <w:rsid w:val="004F752F"/>
    <w:rsid w:val="005017D7"/>
    <w:rsid w:val="00501EBE"/>
    <w:rsid w:val="00502B06"/>
    <w:rsid w:val="0050410D"/>
    <w:rsid w:val="0050425E"/>
    <w:rsid w:val="00506064"/>
    <w:rsid w:val="005120A5"/>
    <w:rsid w:val="005131E6"/>
    <w:rsid w:val="005137F2"/>
    <w:rsid w:val="00514689"/>
    <w:rsid w:val="005162AC"/>
    <w:rsid w:val="0051648F"/>
    <w:rsid w:val="00516B9A"/>
    <w:rsid w:val="00517D4C"/>
    <w:rsid w:val="0052001D"/>
    <w:rsid w:val="0052040C"/>
    <w:rsid w:val="0052430B"/>
    <w:rsid w:val="005257CD"/>
    <w:rsid w:val="00526749"/>
    <w:rsid w:val="00526EEC"/>
    <w:rsid w:val="00527212"/>
    <w:rsid w:val="00527732"/>
    <w:rsid w:val="00531004"/>
    <w:rsid w:val="00531F1F"/>
    <w:rsid w:val="0053247E"/>
    <w:rsid w:val="00532855"/>
    <w:rsid w:val="00534527"/>
    <w:rsid w:val="005352FA"/>
    <w:rsid w:val="005358F7"/>
    <w:rsid w:val="005363D4"/>
    <w:rsid w:val="0053649E"/>
    <w:rsid w:val="0053668B"/>
    <w:rsid w:val="00540AE2"/>
    <w:rsid w:val="00540E4E"/>
    <w:rsid w:val="00541202"/>
    <w:rsid w:val="0054136F"/>
    <w:rsid w:val="00542DE9"/>
    <w:rsid w:val="00544AFE"/>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565E"/>
    <w:rsid w:val="00577571"/>
    <w:rsid w:val="005776B1"/>
    <w:rsid w:val="00577DC1"/>
    <w:rsid w:val="00577F05"/>
    <w:rsid w:val="00580DB6"/>
    <w:rsid w:val="00581ECD"/>
    <w:rsid w:val="0058278A"/>
    <w:rsid w:val="00583137"/>
    <w:rsid w:val="00583235"/>
    <w:rsid w:val="00585237"/>
    <w:rsid w:val="00585C27"/>
    <w:rsid w:val="00591966"/>
    <w:rsid w:val="00592266"/>
    <w:rsid w:val="00592704"/>
    <w:rsid w:val="00593A27"/>
    <w:rsid w:val="00593A50"/>
    <w:rsid w:val="00595370"/>
    <w:rsid w:val="0059558B"/>
    <w:rsid w:val="00596576"/>
    <w:rsid w:val="005971AA"/>
    <w:rsid w:val="005979DB"/>
    <w:rsid w:val="00597E26"/>
    <w:rsid w:val="005A2D43"/>
    <w:rsid w:val="005A302B"/>
    <w:rsid w:val="005A5C76"/>
    <w:rsid w:val="005A5CDE"/>
    <w:rsid w:val="005A6AB4"/>
    <w:rsid w:val="005B0A52"/>
    <w:rsid w:val="005B0FFE"/>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574F"/>
    <w:rsid w:val="005E7901"/>
    <w:rsid w:val="005F0777"/>
    <w:rsid w:val="005F1C75"/>
    <w:rsid w:val="005F1F4F"/>
    <w:rsid w:val="005F37A0"/>
    <w:rsid w:val="005F3F14"/>
    <w:rsid w:val="005F49CE"/>
    <w:rsid w:val="005F4B4B"/>
    <w:rsid w:val="005F6F18"/>
    <w:rsid w:val="005F7525"/>
    <w:rsid w:val="00600572"/>
    <w:rsid w:val="006023DE"/>
    <w:rsid w:val="006032B3"/>
    <w:rsid w:val="0060397B"/>
    <w:rsid w:val="00603CC0"/>
    <w:rsid w:val="00603CCB"/>
    <w:rsid w:val="00603F63"/>
    <w:rsid w:val="00604502"/>
    <w:rsid w:val="0060529E"/>
    <w:rsid w:val="00605859"/>
    <w:rsid w:val="006062FF"/>
    <w:rsid w:val="006065AD"/>
    <w:rsid w:val="00607901"/>
    <w:rsid w:val="0061118A"/>
    <w:rsid w:val="0061422E"/>
    <w:rsid w:val="006142D6"/>
    <w:rsid w:val="006145DA"/>
    <w:rsid w:val="00615115"/>
    <w:rsid w:val="00615550"/>
    <w:rsid w:val="0061603C"/>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119B"/>
    <w:rsid w:val="00662344"/>
    <w:rsid w:val="006623F1"/>
    <w:rsid w:val="00664218"/>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F7B"/>
    <w:rsid w:val="00697056"/>
    <w:rsid w:val="006972E9"/>
    <w:rsid w:val="006A11F7"/>
    <w:rsid w:val="006A232B"/>
    <w:rsid w:val="006A2C2C"/>
    <w:rsid w:val="006A3148"/>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1B68"/>
    <w:rsid w:val="006C2C82"/>
    <w:rsid w:val="006C300D"/>
    <w:rsid w:val="006C36D0"/>
    <w:rsid w:val="006C4802"/>
    <w:rsid w:val="006C4BFE"/>
    <w:rsid w:val="006C5776"/>
    <w:rsid w:val="006C7EF7"/>
    <w:rsid w:val="006D07A4"/>
    <w:rsid w:val="006D17B5"/>
    <w:rsid w:val="006D2D87"/>
    <w:rsid w:val="006D3DE3"/>
    <w:rsid w:val="006D4184"/>
    <w:rsid w:val="006D4687"/>
    <w:rsid w:val="006D6D1F"/>
    <w:rsid w:val="006D7F93"/>
    <w:rsid w:val="006E336C"/>
    <w:rsid w:val="006E3440"/>
    <w:rsid w:val="006E55EE"/>
    <w:rsid w:val="006E6347"/>
    <w:rsid w:val="006E70B9"/>
    <w:rsid w:val="006E7D3A"/>
    <w:rsid w:val="006E7EDE"/>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11C4"/>
    <w:rsid w:val="00711EFC"/>
    <w:rsid w:val="0071288C"/>
    <w:rsid w:val="007164EA"/>
    <w:rsid w:val="00716D07"/>
    <w:rsid w:val="007177A3"/>
    <w:rsid w:val="007213E5"/>
    <w:rsid w:val="00722BF0"/>
    <w:rsid w:val="007245AE"/>
    <w:rsid w:val="00731232"/>
    <w:rsid w:val="0073152F"/>
    <w:rsid w:val="007325E8"/>
    <w:rsid w:val="00732ABD"/>
    <w:rsid w:val="00732E6C"/>
    <w:rsid w:val="00734956"/>
    <w:rsid w:val="00734DE0"/>
    <w:rsid w:val="0073557B"/>
    <w:rsid w:val="0073563C"/>
    <w:rsid w:val="00735A90"/>
    <w:rsid w:val="007403E9"/>
    <w:rsid w:val="00741C70"/>
    <w:rsid w:val="00741E85"/>
    <w:rsid w:val="00742339"/>
    <w:rsid w:val="00742940"/>
    <w:rsid w:val="00743903"/>
    <w:rsid w:val="00750483"/>
    <w:rsid w:val="007509C1"/>
    <w:rsid w:val="007524BB"/>
    <w:rsid w:val="007526CA"/>
    <w:rsid w:val="00752EE3"/>
    <w:rsid w:val="00755112"/>
    <w:rsid w:val="00755B25"/>
    <w:rsid w:val="00756590"/>
    <w:rsid w:val="007624E0"/>
    <w:rsid w:val="00762548"/>
    <w:rsid w:val="0076657A"/>
    <w:rsid w:val="0076728A"/>
    <w:rsid w:val="00767490"/>
    <w:rsid w:val="007703A9"/>
    <w:rsid w:val="0077085D"/>
    <w:rsid w:val="0077224F"/>
    <w:rsid w:val="00772C12"/>
    <w:rsid w:val="00772C82"/>
    <w:rsid w:val="00775321"/>
    <w:rsid w:val="0077572B"/>
    <w:rsid w:val="00775E17"/>
    <w:rsid w:val="00776250"/>
    <w:rsid w:val="0077722F"/>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B57"/>
    <w:rsid w:val="007B1577"/>
    <w:rsid w:val="007B1913"/>
    <w:rsid w:val="007B1950"/>
    <w:rsid w:val="007B1D12"/>
    <w:rsid w:val="007B4154"/>
    <w:rsid w:val="007B4B61"/>
    <w:rsid w:val="007B792E"/>
    <w:rsid w:val="007C0F69"/>
    <w:rsid w:val="007C2A13"/>
    <w:rsid w:val="007C3DBA"/>
    <w:rsid w:val="007C489E"/>
    <w:rsid w:val="007C52DC"/>
    <w:rsid w:val="007C53A3"/>
    <w:rsid w:val="007C6876"/>
    <w:rsid w:val="007C6A5B"/>
    <w:rsid w:val="007D02F2"/>
    <w:rsid w:val="007D140B"/>
    <w:rsid w:val="007D22D0"/>
    <w:rsid w:val="007D2A55"/>
    <w:rsid w:val="007D34E9"/>
    <w:rsid w:val="007D3AB4"/>
    <w:rsid w:val="007D5A8B"/>
    <w:rsid w:val="007D646E"/>
    <w:rsid w:val="007D7B42"/>
    <w:rsid w:val="007E03EC"/>
    <w:rsid w:val="007E1408"/>
    <w:rsid w:val="007E262B"/>
    <w:rsid w:val="007E2E6A"/>
    <w:rsid w:val="007E3C53"/>
    <w:rsid w:val="007E6182"/>
    <w:rsid w:val="007E6D8C"/>
    <w:rsid w:val="007E7D03"/>
    <w:rsid w:val="007F122C"/>
    <w:rsid w:val="007F133E"/>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5B97"/>
    <w:rsid w:val="008208A1"/>
    <w:rsid w:val="00821AB2"/>
    <w:rsid w:val="008231FF"/>
    <w:rsid w:val="00825D1C"/>
    <w:rsid w:val="00826A30"/>
    <w:rsid w:val="00826C14"/>
    <w:rsid w:val="00827899"/>
    <w:rsid w:val="00827B24"/>
    <w:rsid w:val="008303F6"/>
    <w:rsid w:val="00831436"/>
    <w:rsid w:val="008319FD"/>
    <w:rsid w:val="00832B36"/>
    <w:rsid w:val="0083499A"/>
    <w:rsid w:val="00834DE0"/>
    <w:rsid w:val="008372B2"/>
    <w:rsid w:val="008405E9"/>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3C30"/>
    <w:rsid w:val="00865E61"/>
    <w:rsid w:val="00866FB2"/>
    <w:rsid w:val="00867344"/>
    <w:rsid w:val="0086751F"/>
    <w:rsid w:val="00867908"/>
    <w:rsid w:val="00867D8D"/>
    <w:rsid w:val="00871367"/>
    <w:rsid w:val="008717FF"/>
    <w:rsid w:val="00871838"/>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6133"/>
    <w:rsid w:val="008971C5"/>
    <w:rsid w:val="008A0997"/>
    <w:rsid w:val="008A24E5"/>
    <w:rsid w:val="008A38F6"/>
    <w:rsid w:val="008A41CF"/>
    <w:rsid w:val="008A528D"/>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60DD"/>
    <w:rsid w:val="008C7C18"/>
    <w:rsid w:val="008D0DE7"/>
    <w:rsid w:val="008D1231"/>
    <w:rsid w:val="008D2812"/>
    <w:rsid w:val="008D33DF"/>
    <w:rsid w:val="008D4986"/>
    <w:rsid w:val="008D4B01"/>
    <w:rsid w:val="008D4EC8"/>
    <w:rsid w:val="008D5086"/>
    <w:rsid w:val="008D633F"/>
    <w:rsid w:val="008D7697"/>
    <w:rsid w:val="008E0760"/>
    <w:rsid w:val="008E108E"/>
    <w:rsid w:val="008E3B93"/>
    <w:rsid w:val="008E41A6"/>
    <w:rsid w:val="008E4D83"/>
    <w:rsid w:val="008E5309"/>
    <w:rsid w:val="008E5795"/>
    <w:rsid w:val="008E63BA"/>
    <w:rsid w:val="008F0986"/>
    <w:rsid w:val="008F616F"/>
    <w:rsid w:val="008F70E7"/>
    <w:rsid w:val="008F78D0"/>
    <w:rsid w:val="00900398"/>
    <w:rsid w:val="00901498"/>
    <w:rsid w:val="0090202A"/>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68D"/>
    <w:rsid w:val="0094579F"/>
    <w:rsid w:val="00946CD9"/>
    <w:rsid w:val="00946F91"/>
    <w:rsid w:val="00951935"/>
    <w:rsid w:val="00951EE6"/>
    <w:rsid w:val="00951F78"/>
    <w:rsid w:val="00954260"/>
    <w:rsid w:val="00956850"/>
    <w:rsid w:val="00956D6A"/>
    <w:rsid w:val="0096000E"/>
    <w:rsid w:val="009629C6"/>
    <w:rsid w:val="00965115"/>
    <w:rsid w:val="00965BD0"/>
    <w:rsid w:val="009674F1"/>
    <w:rsid w:val="0097000B"/>
    <w:rsid w:val="0097136D"/>
    <w:rsid w:val="00971EFD"/>
    <w:rsid w:val="009735F5"/>
    <w:rsid w:val="00974700"/>
    <w:rsid w:val="00975FFC"/>
    <w:rsid w:val="00976899"/>
    <w:rsid w:val="00976E7C"/>
    <w:rsid w:val="009805E0"/>
    <w:rsid w:val="00983AB7"/>
    <w:rsid w:val="0098414A"/>
    <w:rsid w:val="00987296"/>
    <w:rsid w:val="0098776A"/>
    <w:rsid w:val="00992C7A"/>
    <w:rsid w:val="00992ED7"/>
    <w:rsid w:val="00994511"/>
    <w:rsid w:val="00995532"/>
    <w:rsid w:val="009A25C3"/>
    <w:rsid w:val="009A3C2C"/>
    <w:rsid w:val="009A484D"/>
    <w:rsid w:val="009A523B"/>
    <w:rsid w:val="009A5870"/>
    <w:rsid w:val="009B134B"/>
    <w:rsid w:val="009B404E"/>
    <w:rsid w:val="009B5EBD"/>
    <w:rsid w:val="009B6286"/>
    <w:rsid w:val="009C0D27"/>
    <w:rsid w:val="009C30DB"/>
    <w:rsid w:val="009C4BB7"/>
    <w:rsid w:val="009D02B8"/>
    <w:rsid w:val="009D03D1"/>
    <w:rsid w:val="009D0735"/>
    <w:rsid w:val="009D1509"/>
    <w:rsid w:val="009D2289"/>
    <w:rsid w:val="009D27B7"/>
    <w:rsid w:val="009D4D30"/>
    <w:rsid w:val="009D645D"/>
    <w:rsid w:val="009D6780"/>
    <w:rsid w:val="009D70C1"/>
    <w:rsid w:val="009E0985"/>
    <w:rsid w:val="009E09D6"/>
    <w:rsid w:val="009E1342"/>
    <w:rsid w:val="009E197D"/>
    <w:rsid w:val="009E23DE"/>
    <w:rsid w:val="009E31A6"/>
    <w:rsid w:val="009E56B2"/>
    <w:rsid w:val="009E56B8"/>
    <w:rsid w:val="009E7152"/>
    <w:rsid w:val="009E7EA9"/>
    <w:rsid w:val="009F0A5D"/>
    <w:rsid w:val="009F22E8"/>
    <w:rsid w:val="009F346B"/>
    <w:rsid w:val="009F39A9"/>
    <w:rsid w:val="009F5BF8"/>
    <w:rsid w:val="009F66EC"/>
    <w:rsid w:val="009F7167"/>
    <w:rsid w:val="00A000A0"/>
    <w:rsid w:val="00A02998"/>
    <w:rsid w:val="00A036F0"/>
    <w:rsid w:val="00A06534"/>
    <w:rsid w:val="00A07156"/>
    <w:rsid w:val="00A106A2"/>
    <w:rsid w:val="00A12086"/>
    <w:rsid w:val="00A125E2"/>
    <w:rsid w:val="00A12A8C"/>
    <w:rsid w:val="00A12D0A"/>
    <w:rsid w:val="00A14C42"/>
    <w:rsid w:val="00A150B4"/>
    <w:rsid w:val="00A16AD0"/>
    <w:rsid w:val="00A173BF"/>
    <w:rsid w:val="00A17E23"/>
    <w:rsid w:val="00A21A90"/>
    <w:rsid w:val="00A223B8"/>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60996"/>
    <w:rsid w:val="00A611F7"/>
    <w:rsid w:val="00A62106"/>
    <w:rsid w:val="00A649CF"/>
    <w:rsid w:val="00A65FD7"/>
    <w:rsid w:val="00A665C1"/>
    <w:rsid w:val="00A66F86"/>
    <w:rsid w:val="00A70CF8"/>
    <w:rsid w:val="00A70DDB"/>
    <w:rsid w:val="00A71DD4"/>
    <w:rsid w:val="00A7262C"/>
    <w:rsid w:val="00A74856"/>
    <w:rsid w:val="00A75261"/>
    <w:rsid w:val="00A77627"/>
    <w:rsid w:val="00A800E8"/>
    <w:rsid w:val="00A81D96"/>
    <w:rsid w:val="00A82859"/>
    <w:rsid w:val="00A84127"/>
    <w:rsid w:val="00A844F9"/>
    <w:rsid w:val="00A8755D"/>
    <w:rsid w:val="00A937A4"/>
    <w:rsid w:val="00A937B7"/>
    <w:rsid w:val="00A9389E"/>
    <w:rsid w:val="00A93A41"/>
    <w:rsid w:val="00A95FA3"/>
    <w:rsid w:val="00A96E04"/>
    <w:rsid w:val="00A96E79"/>
    <w:rsid w:val="00A976BE"/>
    <w:rsid w:val="00A97A8F"/>
    <w:rsid w:val="00AA206C"/>
    <w:rsid w:val="00AA225A"/>
    <w:rsid w:val="00AA2589"/>
    <w:rsid w:val="00AA3050"/>
    <w:rsid w:val="00AA6051"/>
    <w:rsid w:val="00AA661A"/>
    <w:rsid w:val="00AA6AA6"/>
    <w:rsid w:val="00AA7B99"/>
    <w:rsid w:val="00AA7F65"/>
    <w:rsid w:val="00AB0122"/>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FFB"/>
    <w:rsid w:val="00AD039A"/>
    <w:rsid w:val="00AD1B96"/>
    <w:rsid w:val="00AD4317"/>
    <w:rsid w:val="00AD5429"/>
    <w:rsid w:val="00AD5750"/>
    <w:rsid w:val="00AD5D11"/>
    <w:rsid w:val="00AD721D"/>
    <w:rsid w:val="00AD79C3"/>
    <w:rsid w:val="00AE0362"/>
    <w:rsid w:val="00AE090B"/>
    <w:rsid w:val="00AE0A39"/>
    <w:rsid w:val="00AE0E4C"/>
    <w:rsid w:val="00AE104D"/>
    <w:rsid w:val="00AE295E"/>
    <w:rsid w:val="00AE2F7D"/>
    <w:rsid w:val="00AE3337"/>
    <w:rsid w:val="00AE4822"/>
    <w:rsid w:val="00AE4EDB"/>
    <w:rsid w:val="00AE5AFA"/>
    <w:rsid w:val="00AE6AF5"/>
    <w:rsid w:val="00AE728D"/>
    <w:rsid w:val="00AE75E5"/>
    <w:rsid w:val="00AF09CB"/>
    <w:rsid w:val="00AF0B12"/>
    <w:rsid w:val="00AF1415"/>
    <w:rsid w:val="00AF1B0E"/>
    <w:rsid w:val="00AF1D0D"/>
    <w:rsid w:val="00AF5375"/>
    <w:rsid w:val="00B00D08"/>
    <w:rsid w:val="00B00F97"/>
    <w:rsid w:val="00B01719"/>
    <w:rsid w:val="00B0290F"/>
    <w:rsid w:val="00B0316C"/>
    <w:rsid w:val="00B03846"/>
    <w:rsid w:val="00B03E85"/>
    <w:rsid w:val="00B06589"/>
    <w:rsid w:val="00B1013A"/>
    <w:rsid w:val="00B125EF"/>
    <w:rsid w:val="00B12816"/>
    <w:rsid w:val="00B144E4"/>
    <w:rsid w:val="00B146AF"/>
    <w:rsid w:val="00B14847"/>
    <w:rsid w:val="00B15B1A"/>
    <w:rsid w:val="00B15C2D"/>
    <w:rsid w:val="00B169C0"/>
    <w:rsid w:val="00B20C3F"/>
    <w:rsid w:val="00B21DF2"/>
    <w:rsid w:val="00B23AB9"/>
    <w:rsid w:val="00B251B8"/>
    <w:rsid w:val="00B26CE2"/>
    <w:rsid w:val="00B30193"/>
    <w:rsid w:val="00B30736"/>
    <w:rsid w:val="00B30AD4"/>
    <w:rsid w:val="00B32D8E"/>
    <w:rsid w:val="00B3707A"/>
    <w:rsid w:val="00B41173"/>
    <w:rsid w:val="00B4191B"/>
    <w:rsid w:val="00B428A8"/>
    <w:rsid w:val="00B42A58"/>
    <w:rsid w:val="00B43213"/>
    <w:rsid w:val="00B448A3"/>
    <w:rsid w:val="00B44DF8"/>
    <w:rsid w:val="00B45FB5"/>
    <w:rsid w:val="00B460A5"/>
    <w:rsid w:val="00B46A14"/>
    <w:rsid w:val="00B46C7F"/>
    <w:rsid w:val="00B46D73"/>
    <w:rsid w:val="00B5003F"/>
    <w:rsid w:val="00B5217B"/>
    <w:rsid w:val="00B5363A"/>
    <w:rsid w:val="00B60224"/>
    <w:rsid w:val="00B606F9"/>
    <w:rsid w:val="00B63024"/>
    <w:rsid w:val="00B63122"/>
    <w:rsid w:val="00B65B0D"/>
    <w:rsid w:val="00B669A9"/>
    <w:rsid w:val="00B677E5"/>
    <w:rsid w:val="00B67EDF"/>
    <w:rsid w:val="00B719B2"/>
    <w:rsid w:val="00B71FDE"/>
    <w:rsid w:val="00B72AB1"/>
    <w:rsid w:val="00B72C56"/>
    <w:rsid w:val="00B7408A"/>
    <w:rsid w:val="00B7639B"/>
    <w:rsid w:val="00B83A9D"/>
    <w:rsid w:val="00B85761"/>
    <w:rsid w:val="00B86E5F"/>
    <w:rsid w:val="00B90AFB"/>
    <w:rsid w:val="00B929CF"/>
    <w:rsid w:val="00B930A9"/>
    <w:rsid w:val="00B93F48"/>
    <w:rsid w:val="00B9413B"/>
    <w:rsid w:val="00B94B21"/>
    <w:rsid w:val="00B965D5"/>
    <w:rsid w:val="00BA014B"/>
    <w:rsid w:val="00BA11D5"/>
    <w:rsid w:val="00BA2287"/>
    <w:rsid w:val="00BA32A5"/>
    <w:rsid w:val="00BA4382"/>
    <w:rsid w:val="00BA7E3B"/>
    <w:rsid w:val="00BB078F"/>
    <w:rsid w:val="00BB10EC"/>
    <w:rsid w:val="00BB1B22"/>
    <w:rsid w:val="00BB1BB4"/>
    <w:rsid w:val="00BB2765"/>
    <w:rsid w:val="00BB3B3B"/>
    <w:rsid w:val="00BB3D98"/>
    <w:rsid w:val="00BB45C1"/>
    <w:rsid w:val="00BB472B"/>
    <w:rsid w:val="00BB5B2D"/>
    <w:rsid w:val="00BB626F"/>
    <w:rsid w:val="00BC1522"/>
    <w:rsid w:val="00BC2702"/>
    <w:rsid w:val="00BC3D45"/>
    <w:rsid w:val="00BC4744"/>
    <w:rsid w:val="00BC5010"/>
    <w:rsid w:val="00BC5880"/>
    <w:rsid w:val="00BC5F2E"/>
    <w:rsid w:val="00BC6B0D"/>
    <w:rsid w:val="00BD08D8"/>
    <w:rsid w:val="00BD15CA"/>
    <w:rsid w:val="00BD1C7B"/>
    <w:rsid w:val="00BD3300"/>
    <w:rsid w:val="00BD3A40"/>
    <w:rsid w:val="00BD3CC9"/>
    <w:rsid w:val="00BD45BF"/>
    <w:rsid w:val="00BD4D25"/>
    <w:rsid w:val="00BD5C72"/>
    <w:rsid w:val="00BD5DDF"/>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4E91"/>
    <w:rsid w:val="00C15A7B"/>
    <w:rsid w:val="00C165C9"/>
    <w:rsid w:val="00C16694"/>
    <w:rsid w:val="00C20523"/>
    <w:rsid w:val="00C208D1"/>
    <w:rsid w:val="00C20C44"/>
    <w:rsid w:val="00C222CB"/>
    <w:rsid w:val="00C22588"/>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A2F"/>
    <w:rsid w:val="00C60E22"/>
    <w:rsid w:val="00C60E84"/>
    <w:rsid w:val="00C619FD"/>
    <w:rsid w:val="00C625DF"/>
    <w:rsid w:val="00C625E4"/>
    <w:rsid w:val="00C62766"/>
    <w:rsid w:val="00C64C5E"/>
    <w:rsid w:val="00C65C8B"/>
    <w:rsid w:val="00C66368"/>
    <w:rsid w:val="00C664CF"/>
    <w:rsid w:val="00C676B5"/>
    <w:rsid w:val="00C678F8"/>
    <w:rsid w:val="00C67BA4"/>
    <w:rsid w:val="00C71534"/>
    <w:rsid w:val="00C71B4C"/>
    <w:rsid w:val="00C71E7B"/>
    <w:rsid w:val="00C72B37"/>
    <w:rsid w:val="00C72D92"/>
    <w:rsid w:val="00C74348"/>
    <w:rsid w:val="00C744F3"/>
    <w:rsid w:val="00C748F8"/>
    <w:rsid w:val="00C754E5"/>
    <w:rsid w:val="00C75BA3"/>
    <w:rsid w:val="00C76D56"/>
    <w:rsid w:val="00C77004"/>
    <w:rsid w:val="00C77849"/>
    <w:rsid w:val="00C778BA"/>
    <w:rsid w:val="00C77C00"/>
    <w:rsid w:val="00C8115E"/>
    <w:rsid w:val="00C8187A"/>
    <w:rsid w:val="00C81BE5"/>
    <w:rsid w:val="00C825BF"/>
    <w:rsid w:val="00C82ED5"/>
    <w:rsid w:val="00C82F9C"/>
    <w:rsid w:val="00C84797"/>
    <w:rsid w:val="00C85BD0"/>
    <w:rsid w:val="00C860F4"/>
    <w:rsid w:val="00C87BCC"/>
    <w:rsid w:val="00C91BA9"/>
    <w:rsid w:val="00C91D6A"/>
    <w:rsid w:val="00C91EBE"/>
    <w:rsid w:val="00C9420C"/>
    <w:rsid w:val="00CA01B7"/>
    <w:rsid w:val="00CA110C"/>
    <w:rsid w:val="00CA1134"/>
    <w:rsid w:val="00CA18A0"/>
    <w:rsid w:val="00CA1C23"/>
    <w:rsid w:val="00CA2680"/>
    <w:rsid w:val="00CA3582"/>
    <w:rsid w:val="00CA65DE"/>
    <w:rsid w:val="00CA663A"/>
    <w:rsid w:val="00CA66A7"/>
    <w:rsid w:val="00CA68B6"/>
    <w:rsid w:val="00CA6E63"/>
    <w:rsid w:val="00CA73E6"/>
    <w:rsid w:val="00CA7402"/>
    <w:rsid w:val="00CA7CCE"/>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5D0B"/>
    <w:rsid w:val="00CD64DB"/>
    <w:rsid w:val="00CD7282"/>
    <w:rsid w:val="00CE100E"/>
    <w:rsid w:val="00CE1567"/>
    <w:rsid w:val="00CE1E3A"/>
    <w:rsid w:val="00CE2086"/>
    <w:rsid w:val="00CE366E"/>
    <w:rsid w:val="00CE6A62"/>
    <w:rsid w:val="00CE7AAC"/>
    <w:rsid w:val="00CF01EB"/>
    <w:rsid w:val="00CF191B"/>
    <w:rsid w:val="00CF2758"/>
    <w:rsid w:val="00CF3D3E"/>
    <w:rsid w:val="00CF6FE3"/>
    <w:rsid w:val="00CF7A50"/>
    <w:rsid w:val="00D00CF1"/>
    <w:rsid w:val="00D02910"/>
    <w:rsid w:val="00D02B1F"/>
    <w:rsid w:val="00D03B48"/>
    <w:rsid w:val="00D03D98"/>
    <w:rsid w:val="00D0478B"/>
    <w:rsid w:val="00D13BB4"/>
    <w:rsid w:val="00D13C5C"/>
    <w:rsid w:val="00D14287"/>
    <w:rsid w:val="00D1507E"/>
    <w:rsid w:val="00D15E46"/>
    <w:rsid w:val="00D21320"/>
    <w:rsid w:val="00D222ED"/>
    <w:rsid w:val="00D247C3"/>
    <w:rsid w:val="00D25874"/>
    <w:rsid w:val="00D25C55"/>
    <w:rsid w:val="00D26740"/>
    <w:rsid w:val="00D35322"/>
    <w:rsid w:val="00D359D3"/>
    <w:rsid w:val="00D359DE"/>
    <w:rsid w:val="00D37232"/>
    <w:rsid w:val="00D40184"/>
    <w:rsid w:val="00D4471B"/>
    <w:rsid w:val="00D46B01"/>
    <w:rsid w:val="00D52D70"/>
    <w:rsid w:val="00D573E2"/>
    <w:rsid w:val="00D57AAA"/>
    <w:rsid w:val="00D57BFA"/>
    <w:rsid w:val="00D57FE8"/>
    <w:rsid w:val="00D61104"/>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6151"/>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361"/>
    <w:rsid w:val="00DC1EF1"/>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663E"/>
    <w:rsid w:val="00DE7BD6"/>
    <w:rsid w:val="00DF08B1"/>
    <w:rsid w:val="00DF1120"/>
    <w:rsid w:val="00DF118B"/>
    <w:rsid w:val="00DF1539"/>
    <w:rsid w:val="00DF248A"/>
    <w:rsid w:val="00DF2B3F"/>
    <w:rsid w:val="00DF41CC"/>
    <w:rsid w:val="00DF4638"/>
    <w:rsid w:val="00DF6202"/>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8C5"/>
    <w:rsid w:val="00E669D3"/>
    <w:rsid w:val="00E66C59"/>
    <w:rsid w:val="00E67DC5"/>
    <w:rsid w:val="00E7017F"/>
    <w:rsid w:val="00E7180C"/>
    <w:rsid w:val="00E7288C"/>
    <w:rsid w:val="00E7348B"/>
    <w:rsid w:val="00E736DA"/>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B68"/>
    <w:rsid w:val="00E87AC3"/>
    <w:rsid w:val="00E907ED"/>
    <w:rsid w:val="00E931BC"/>
    <w:rsid w:val="00E93891"/>
    <w:rsid w:val="00E9391E"/>
    <w:rsid w:val="00E95020"/>
    <w:rsid w:val="00E95EC0"/>
    <w:rsid w:val="00E96F76"/>
    <w:rsid w:val="00E9784A"/>
    <w:rsid w:val="00EA00FE"/>
    <w:rsid w:val="00EA039E"/>
    <w:rsid w:val="00EA0434"/>
    <w:rsid w:val="00EA232E"/>
    <w:rsid w:val="00EA2AE2"/>
    <w:rsid w:val="00EA3917"/>
    <w:rsid w:val="00EA4D9B"/>
    <w:rsid w:val="00EA567C"/>
    <w:rsid w:val="00EA5A87"/>
    <w:rsid w:val="00EA5B67"/>
    <w:rsid w:val="00EA74D3"/>
    <w:rsid w:val="00EB2746"/>
    <w:rsid w:val="00EB3387"/>
    <w:rsid w:val="00EB359E"/>
    <w:rsid w:val="00EB4207"/>
    <w:rsid w:val="00EB4226"/>
    <w:rsid w:val="00EB49E4"/>
    <w:rsid w:val="00EB5836"/>
    <w:rsid w:val="00EB5C9E"/>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3607"/>
    <w:rsid w:val="00ED4BAE"/>
    <w:rsid w:val="00ED7A01"/>
    <w:rsid w:val="00EE03DA"/>
    <w:rsid w:val="00EE0B24"/>
    <w:rsid w:val="00EE3F71"/>
    <w:rsid w:val="00EF0C53"/>
    <w:rsid w:val="00EF24B1"/>
    <w:rsid w:val="00EF2FDC"/>
    <w:rsid w:val="00EF3867"/>
    <w:rsid w:val="00EF44B2"/>
    <w:rsid w:val="00EF62E1"/>
    <w:rsid w:val="00EF6C5F"/>
    <w:rsid w:val="00EF7177"/>
    <w:rsid w:val="00EF7340"/>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347D"/>
    <w:rsid w:val="00F144BB"/>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47FEB"/>
    <w:rsid w:val="00F50632"/>
    <w:rsid w:val="00F506A1"/>
    <w:rsid w:val="00F535D7"/>
    <w:rsid w:val="00F53BB5"/>
    <w:rsid w:val="00F56C69"/>
    <w:rsid w:val="00F57900"/>
    <w:rsid w:val="00F60486"/>
    <w:rsid w:val="00F60738"/>
    <w:rsid w:val="00F61697"/>
    <w:rsid w:val="00F6171D"/>
    <w:rsid w:val="00F64265"/>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49B2"/>
    <w:rsid w:val="00F8590E"/>
    <w:rsid w:val="00F867F0"/>
    <w:rsid w:val="00F87351"/>
    <w:rsid w:val="00F91076"/>
    <w:rsid w:val="00F914BB"/>
    <w:rsid w:val="00F91D9D"/>
    <w:rsid w:val="00F92078"/>
    <w:rsid w:val="00F946D5"/>
    <w:rsid w:val="00F94F3B"/>
    <w:rsid w:val="00F951D1"/>
    <w:rsid w:val="00F95902"/>
    <w:rsid w:val="00F95FA5"/>
    <w:rsid w:val="00F96D58"/>
    <w:rsid w:val="00F977AA"/>
    <w:rsid w:val="00F979E0"/>
    <w:rsid w:val="00FA0444"/>
    <w:rsid w:val="00FA18AF"/>
    <w:rsid w:val="00FA59F3"/>
    <w:rsid w:val="00FA6ED1"/>
    <w:rsid w:val="00FB0FA9"/>
    <w:rsid w:val="00FB113E"/>
    <w:rsid w:val="00FB138F"/>
    <w:rsid w:val="00FB36B6"/>
    <w:rsid w:val="00FB3979"/>
    <w:rsid w:val="00FB576E"/>
    <w:rsid w:val="00FB5D11"/>
    <w:rsid w:val="00FB6B96"/>
    <w:rsid w:val="00FB7F32"/>
    <w:rsid w:val="00FC249E"/>
    <w:rsid w:val="00FC3436"/>
    <w:rsid w:val="00FC3FB9"/>
    <w:rsid w:val="00FC531E"/>
    <w:rsid w:val="00FC5437"/>
    <w:rsid w:val="00FD04EE"/>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Props1.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2.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4.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11</cp:revision>
  <cp:lastPrinted>2025-06-09T15:07:00Z</cp:lastPrinted>
  <dcterms:created xsi:type="dcterms:W3CDTF">2025-06-10T10:37:00Z</dcterms:created>
  <dcterms:modified xsi:type="dcterms:W3CDTF">2025-06-10T13:54:00Z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